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1799648172"/>
        <w:docPartObj>
          <w:docPartGallery w:val="Cover Pages"/>
          <w:docPartUnique/>
        </w:docPartObj>
      </w:sdtPr>
      <w:sdtContent>
        <w:p w14:paraId="5DAFD68E" w14:textId="645D1E79" w:rsidR="00B978DE" w:rsidRDefault="009B0055"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693ADDB6" wp14:editId="0EC64799">
                <wp:simplePos x="0" y="0"/>
                <wp:positionH relativeFrom="column">
                  <wp:posOffset>3387922</wp:posOffset>
                </wp:positionH>
                <wp:positionV relativeFrom="paragraph">
                  <wp:posOffset>14605</wp:posOffset>
                </wp:positionV>
                <wp:extent cx="1497330" cy="826770"/>
                <wp:effectExtent l="0" t="0" r="7620" b="0"/>
                <wp:wrapSquare wrapText="bothSides"/>
                <wp:docPr id="96417829" name="Imag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7330" cy="826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978DE"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593A38B9" wp14:editId="3E77A373">
                <wp:simplePos x="0" y="0"/>
                <wp:positionH relativeFrom="margin">
                  <wp:posOffset>156144</wp:posOffset>
                </wp:positionH>
                <wp:positionV relativeFrom="paragraph">
                  <wp:posOffset>92819</wp:posOffset>
                </wp:positionV>
                <wp:extent cx="2379980" cy="853440"/>
                <wp:effectExtent l="0" t="0" r="1270" b="0"/>
                <wp:wrapSquare wrapText="bothSides"/>
                <wp:docPr id="1217948624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17948624" name="Image 1217948624"/>
                        <pic:cNvPicPr/>
                      </pic:nvPicPr>
                      <pic:blipFill>
                        <a:blip r:embed="rId1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9980" cy="8534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tbl>
          <w:tblPr>
            <w:tblpPr w:leftFromText="187" w:rightFromText="187" w:horzAnchor="margin" w:tblpXSpec="center" w:tblpY="2881"/>
            <w:tblW w:w="4000" w:type="pct"/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258"/>
          </w:tblGrid>
          <w:tr w:rsidR="00B978DE" w14:paraId="13C92F81" w14:textId="77777777" w:rsidTr="009B0055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778251E9" w14:textId="7291CC8D" w:rsidR="00B978DE" w:rsidRDefault="00B978DE">
                <w:pPr>
                  <w:pStyle w:val="Sansinterligne"/>
                  <w:rPr>
                    <w:color w:val="96090B" w:themeColor="accent1" w:themeShade="BF"/>
                    <w:sz w:val="24"/>
                  </w:rPr>
                </w:pPr>
              </w:p>
              <w:p w14:paraId="2F47C42E" w14:textId="77777777" w:rsidR="009B0055" w:rsidRDefault="009B0055">
                <w:pPr>
                  <w:pStyle w:val="Sansinterligne"/>
                  <w:rPr>
                    <w:color w:val="96090B" w:themeColor="accent1" w:themeShade="BF"/>
                    <w:sz w:val="24"/>
                  </w:rPr>
                </w:pPr>
              </w:p>
              <w:p w14:paraId="32C90859" w14:textId="0590659B" w:rsidR="009B0055" w:rsidRDefault="009B0055">
                <w:pPr>
                  <w:pStyle w:val="Sansinterligne"/>
                  <w:rPr>
                    <w:color w:val="96090B" w:themeColor="accent1" w:themeShade="BF"/>
                    <w:sz w:val="24"/>
                  </w:rPr>
                </w:pPr>
              </w:p>
              <w:p w14:paraId="67BF57B4" w14:textId="77777777" w:rsidR="009B0055" w:rsidRDefault="009B0055">
                <w:pPr>
                  <w:pStyle w:val="Sansinterligne"/>
                  <w:rPr>
                    <w:color w:val="96090B" w:themeColor="accent1" w:themeShade="BF"/>
                    <w:sz w:val="24"/>
                  </w:rPr>
                </w:pPr>
              </w:p>
              <w:p w14:paraId="3DC6EEF0" w14:textId="50EB58CE" w:rsidR="009B0055" w:rsidRDefault="009B0055">
                <w:pPr>
                  <w:pStyle w:val="Sansinterligne"/>
                  <w:rPr>
                    <w:color w:val="96090B" w:themeColor="accent1" w:themeShade="BF"/>
                    <w:sz w:val="24"/>
                  </w:rPr>
                </w:pPr>
              </w:p>
            </w:tc>
          </w:tr>
          <w:tr w:rsidR="00B978DE" w14:paraId="57289AB3" w14:textId="77777777" w:rsidTr="009B0055">
            <w:tc>
              <w:tcPr>
                <w:tcW w:w="7672" w:type="dxa"/>
              </w:tcPr>
              <w:sdt>
                <w:sdtPr>
                  <w:rPr>
                    <w:rFonts w:ascii="Montserrat" w:eastAsiaTheme="majorEastAsia" w:hAnsi="Montserrat" w:cstheme="majorBidi"/>
                    <w:color w:val="C90C0F" w:themeColor="accent1"/>
                    <w:sz w:val="40"/>
                    <w:szCs w:val="40"/>
                  </w:rPr>
                  <w:alias w:val="Titre"/>
                  <w:id w:val="13406919"/>
                  <w:placeholder>
                    <w:docPart w:val="AB60250240B0445DAE4BE5D6DF46E33F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14:paraId="283011D3" w14:textId="53713F5D" w:rsidR="00B978DE" w:rsidRDefault="00B978DE" w:rsidP="00F97ADA">
                    <w:pPr>
                      <w:pStyle w:val="Sansinterligne"/>
                      <w:spacing w:line="216" w:lineRule="auto"/>
                      <w:jc w:val="center"/>
                      <w:rPr>
                        <w:rFonts w:asciiTheme="majorHAnsi" w:eastAsiaTheme="majorEastAsia" w:hAnsiTheme="majorHAnsi" w:cstheme="majorBidi"/>
                        <w:color w:val="C90C0F" w:themeColor="accent1"/>
                        <w:sz w:val="88"/>
                        <w:szCs w:val="88"/>
                      </w:rPr>
                    </w:pPr>
                    <w:r w:rsidRPr="00B978DE">
                      <w:rPr>
                        <w:rFonts w:ascii="Montserrat" w:eastAsiaTheme="majorEastAsia" w:hAnsi="Montserrat" w:cstheme="majorBidi"/>
                        <w:color w:val="C90C0F" w:themeColor="accent1"/>
                        <w:sz w:val="40"/>
                        <w:szCs w:val="40"/>
                      </w:rPr>
                      <w:t>FORMULAIRE DE CANDIDATURE</w:t>
                    </w:r>
                  </w:p>
                </w:sdtContent>
              </w:sdt>
            </w:tc>
          </w:tr>
          <w:tr w:rsidR="009B0055" w14:paraId="01F01223" w14:textId="77777777" w:rsidTr="009B0055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24FFBC85" w14:textId="595FB123" w:rsidR="009B0055" w:rsidRDefault="009B0055">
                <w:pPr>
                  <w:pStyle w:val="Sansinterligne"/>
                  <w:rPr>
                    <w:color w:val="96090B" w:themeColor="accent1" w:themeShade="BF"/>
                    <w:sz w:val="24"/>
                  </w:rPr>
                </w:pPr>
              </w:p>
            </w:tc>
          </w:tr>
          <w:tr w:rsidR="00B978DE" w14:paraId="2E52F28D" w14:textId="77777777" w:rsidTr="009B0055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4BC3B711" w14:textId="51395310" w:rsidR="00B978DE" w:rsidRDefault="00B978DE">
                <w:pPr>
                  <w:pStyle w:val="Sansinterligne"/>
                  <w:rPr>
                    <w:color w:val="96090B" w:themeColor="accent1" w:themeShade="BF"/>
                    <w:sz w:val="24"/>
                  </w:rPr>
                </w:pPr>
              </w:p>
            </w:tc>
          </w:tr>
          <w:tr w:rsidR="009B0055" w14:paraId="06DE5C1C" w14:textId="77777777" w:rsidTr="009B0055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2BB2D692" w14:textId="321A178A" w:rsidR="009B0055" w:rsidRDefault="009B0055">
                <w:pPr>
                  <w:pStyle w:val="Sansinterligne"/>
                  <w:rPr>
                    <w:color w:val="96090B" w:themeColor="accent1" w:themeShade="BF"/>
                    <w:sz w:val="24"/>
                  </w:rPr>
                </w:pPr>
              </w:p>
            </w:tc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6998"/>
          </w:tblGrid>
          <w:tr w:rsidR="00B978DE" w14:paraId="5C0B7B4F" w14:textId="77777777" w:rsidTr="00B978DE">
            <w:tc>
              <w:tcPr>
                <w:tcW w:w="6998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27A41021" w14:textId="77777777" w:rsidR="00B978DE" w:rsidRDefault="00B978DE" w:rsidP="009B0055">
                <w:pPr>
                  <w:pStyle w:val="Sansinterligne"/>
                  <w:rPr>
                    <w:color w:val="C90C0F" w:themeColor="accent1"/>
                  </w:rPr>
                </w:pPr>
              </w:p>
            </w:tc>
          </w:tr>
        </w:tbl>
        <w:p w14:paraId="066E2D6C" w14:textId="26C031B2" w:rsidR="00B978DE" w:rsidRDefault="009B0055">
          <w:r>
            <w:rPr>
              <w:noProof/>
            </w:rPr>
            <w:drawing>
              <wp:anchor distT="0" distB="0" distL="114300" distR="114300" simplePos="0" relativeHeight="251601919" behindDoc="0" locked="0" layoutInCell="1" allowOverlap="1" wp14:anchorId="1F09F692" wp14:editId="363F383B">
                <wp:simplePos x="0" y="0"/>
                <wp:positionH relativeFrom="margin">
                  <wp:posOffset>0</wp:posOffset>
                </wp:positionH>
                <wp:positionV relativeFrom="paragraph">
                  <wp:posOffset>3894455</wp:posOffset>
                </wp:positionV>
                <wp:extent cx="5927725" cy="1954530"/>
                <wp:effectExtent l="0" t="0" r="0" b="7620"/>
                <wp:wrapSquare wrapText="bothSides"/>
                <wp:docPr id="843809399" name="Imag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43809399" name="Image 843809399"/>
                        <pic:cNvPicPr/>
                      </pic:nvPicPr>
                      <pic:blipFill rotWithShape="1"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214" t="34065" r="71519" b="53801"/>
                        <a:stretch/>
                      </pic:blipFill>
                      <pic:spPr bwMode="auto">
                        <a:xfrm>
                          <a:off x="0" y="0"/>
                          <a:ext cx="5927725" cy="195453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mc:AlternateContent>
              <mc:Choice Requires="wps">
                <w:drawing>
                  <wp:anchor distT="45720" distB="45720" distL="114300" distR="114300" simplePos="0" relativeHeight="251665408" behindDoc="0" locked="0" layoutInCell="1" allowOverlap="1" wp14:anchorId="23ABBF9B" wp14:editId="16CD15B8">
                    <wp:simplePos x="0" y="0"/>
                    <wp:positionH relativeFrom="margin">
                      <wp:posOffset>169545</wp:posOffset>
                    </wp:positionH>
                    <wp:positionV relativeFrom="paragraph">
                      <wp:posOffset>4243596</wp:posOffset>
                    </wp:positionV>
                    <wp:extent cx="5422265" cy="1434465"/>
                    <wp:effectExtent l="0" t="0" r="0" b="0"/>
                    <wp:wrapSquare wrapText="bothSides"/>
                    <wp:docPr id="2046413482" name="Zone de text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22265" cy="14344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64E1D6D" w14:textId="7D5072E7" w:rsidR="00B978DE" w:rsidRPr="009B0055" w:rsidRDefault="00B978DE" w:rsidP="00B978DE">
                                <w:pPr>
                                  <w:jc w:val="center"/>
                                  <w:rPr>
                                    <w:rFonts w:ascii="Montserrat" w:hAnsi="Montserrat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9B0055">
                                  <w:rPr>
                                    <w:rFonts w:ascii="Montserrat" w:hAnsi="Montserrat"/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APPEL À MANIFESTATION D'INTÉRÊT</w:t>
                                </w:r>
                              </w:p>
                              <w:p w14:paraId="3DCBC9F8" w14:textId="77777777" w:rsidR="00B978DE" w:rsidRPr="00B978DE" w:rsidRDefault="00B978DE" w:rsidP="00B978DE">
                                <w:pPr>
                                  <w:jc w:val="center"/>
                                  <w:rPr>
                                    <w:rFonts w:ascii="Montserrat" w:hAnsi="Montserrat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</w:p>
                              <w:p w14:paraId="76228AC0" w14:textId="27D08375" w:rsidR="00B978DE" w:rsidRPr="009B0055" w:rsidRDefault="00B978DE" w:rsidP="00B978DE">
                                <w:pPr>
                                  <w:jc w:val="center"/>
                                  <w:rPr>
                                    <w:rFonts w:ascii="Montserrat" w:hAnsi="Montserrat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B978DE">
                                  <w:rPr>
                                    <w:rFonts w:ascii="Montserrat" w:hAnsi="Montserrat"/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“</w:t>
                                </w:r>
                                <w:r w:rsidR="00FD5D67">
                                  <w:rPr>
                                    <w:rFonts w:ascii="Montserrat" w:hAnsi="Montserrat"/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FACILITER LA PROTECTION D</w:t>
                                </w:r>
                                <w:r w:rsidRPr="00B978DE">
                                  <w:rPr>
                                    <w:rFonts w:ascii="Montserrat" w:hAnsi="Montserrat"/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ES CONTINUITÉS ÉCOLOGIQUES GRÂCE À CARTOVÉGÉTATION”</w:t>
                                </w:r>
                              </w:p>
                              <w:p w14:paraId="453A2A10" w14:textId="77777777" w:rsidR="009B0055" w:rsidRDefault="009B0055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3ABBF9B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" o:spid="_x0000_s1026" type="#_x0000_t202" style="position:absolute;margin-left:13.35pt;margin-top:334.15pt;width:426.95pt;height:112.9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" filled="f" stroked="f">
                    <v:textbox>
                      <w:txbxContent>
                        <w:p w14:paraId="464E1D6D" w14:textId="7D5072E7" w:rsidR="00B978DE" w:rsidRPr="009B0055" w:rsidRDefault="00B978DE" w:rsidP="00B978DE">
                          <w:pPr>
                            <w:jc w:val="center"/>
                            <w:rPr>
                              <w:rFonts w:ascii="Montserrat" w:hAnsi="Montserrat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9B0055">
                            <w:rPr>
                              <w:rFonts w:ascii="Montserrat" w:hAnsi="Montserrat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APPEL À MANIFESTATION D'INTÉRÊT</w:t>
                          </w:r>
                        </w:p>
                        <w:p w14:paraId="3DCBC9F8" w14:textId="77777777" w:rsidR="00B978DE" w:rsidRPr="00B978DE" w:rsidRDefault="00B978DE" w:rsidP="00B978DE">
                          <w:pPr>
                            <w:jc w:val="center"/>
                            <w:rPr>
                              <w:rFonts w:ascii="Montserrat" w:hAnsi="Montserrat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</w:p>
                        <w:p w14:paraId="76228AC0" w14:textId="27D08375" w:rsidR="00B978DE" w:rsidRPr="009B0055" w:rsidRDefault="00B978DE" w:rsidP="00B978DE">
                          <w:pPr>
                            <w:jc w:val="center"/>
                            <w:rPr>
                              <w:rFonts w:ascii="Montserrat" w:hAnsi="Montserrat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B978DE">
                            <w:rPr>
                              <w:rFonts w:ascii="Montserrat" w:hAnsi="Montserrat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“</w:t>
                          </w:r>
                          <w:r w:rsidR="00FD5D67">
                            <w:rPr>
                              <w:rFonts w:ascii="Montserrat" w:hAnsi="Montserrat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FACILITER LA PROTECTION D</w:t>
                          </w:r>
                          <w:r w:rsidRPr="00B978DE">
                            <w:rPr>
                              <w:rFonts w:ascii="Montserrat" w:hAnsi="Montserrat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ES CONTINUITÉS ÉCOLOGIQUES GRÂCE À CARTOVÉGÉTATION”</w:t>
                          </w:r>
                        </w:p>
                        <w:p w14:paraId="453A2A10" w14:textId="77777777" w:rsidR="009B0055" w:rsidRDefault="009B0055"/>
                      </w:txbxContent>
                    </v:textbox>
                    <w10:wrap type="square" anchorx="margin"/>
                  </v:shape>
                </w:pict>
              </mc:Fallback>
            </mc:AlternateContent>
          </w:r>
          <w:r w:rsidR="00B978DE">
            <w:t xml:space="preserve"> </w:t>
          </w:r>
          <w:r w:rsidR="00B978DE">
            <w:br w:type="page"/>
          </w:r>
        </w:p>
      </w:sdtContent>
    </w:sdt>
    <w:p w14:paraId="6C9F3441" w14:textId="57E87618" w:rsidR="00B72D0D" w:rsidRPr="009A32CC" w:rsidRDefault="00B72D0D" w:rsidP="009A32CC">
      <w:pPr>
        <w:pStyle w:val="Cartouche"/>
      </w:pPr>
      <w:r w:rsidRPr="009A32CC">
        <w:rPr>
          <w:noProof/>
        </w:rPr>
        <w:lastRenderedPageBreak/>
        <w:drawing>
          <wp:anchor distT="0" distB="0" distL="114300" distR="114300" simplePos="0" relativeHeight="251602944" behindDoc="1" locked="0" layoutInCell="1" allowOverlap="1" wp14:anchorId="4A1A3DA6" wp14:editId="759639EB">
            <wp:simplePos x="0" y="0"/>
            <wp:positionH relativeFrom="margin">
              <wp:posOffset>0</wp:posOffset>
            </wp:positionH>
            <wp:positionV relativeFrom="paragraph">
              <wp:posOffset>-36195</wp:posOffset>
            </wp:positionV>
            <wp:extent cx="3009900" cy="396240"/>
            <wp:effectExtent l="0" t="0" r="0" b="3810"/>
            <wp:wrapNone/>
            <wp:docPr id="1292200499" name="Graphiqu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200499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sdt>
        <w:sdtPr>
          <w:alias w:val="Catégorie "/>
          <w:tag w:val=""/>
          <w:id w:val="1544017551"/>
          <w:placeholder>
            <w:docPart w:val="856236D390E441AC9B575C6A7B7519F2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6503C8">
            <w:t>Formulaire de candidature</w:t>
          </w:r>
        </w:sdtContent>
      </w:sdt>
    </w:p>
    <w:p w14:paraId="187D10FA" w14:textId="548DD200" w:rsidR="006503C8" w:rsidRDefault="00267B03" w:rsidP="006503C8">
      <w:pPr>
        <w:rPr>
          <w:rFonts w:asciiTheme="minorHAnsi" w:hAnsiTheme="minorHAnsi"/>
          <w:b/>
          <w:bCs/>
          <w:sz w:val="40"/>
          <w:szCs w:val="36"/>
        </w:rPr>
      </w:pPr>
      <w:r>
        <w:rPr>
          <w:rFonts w:asciiTheme="minorHAnsi" w:hAnsiTheme="minorHAnsi"/>
          <w:b/>
          <w:bCs/>
          <w:sz w:val="40"/>
          <w:szCs w:val="36"/>
        </w:rPr>
        <w:t>Identification du p</w:t>
      </w:r>
      <w:r w:rsidR="006503C8">
        <w:rPr>
          <w:rFonts w:asciiTheme="minorHAnsi" w:hAnsiTheme="minorHAnsi"/>
          <w:b/>
          <w:bCs/>
          <w:sz w:val="40"/>
          <w:szCs w:val="36"/>
        </w:rPr>
        <w:t xml:space="preserve">orteur de projet </w:t>
      </w:r>
    </w:p>
    <w:p w14:paraId="47A00440" w14:textId="2371CD76" w:rsidR="006503C8" w:rsidRDefault="00570BE5" w:rsidP="006503C8">
      <w:pPr>
        <w:pStyle w:val="Titre2"/>
      </w:pPr>
      <w:r>
        <w:t>Structure porteuse</w:t>
      </w:r>
    </w:p>
    <w:tbl>
      <w:tblPr>
        <w:tblW w:w="10880" w:type="dxa"/>
        <w:jc w:val="center"/>
        <w:tblCellSpacing w:w="42" w:type="dxa"/>
        <w:tblLayout w:type="fixed"/>
        <w:tblCellMar>
          <w:top w:w="113" w:type="dxa"/>
          <w:left w:w="340" w:type="dxa"/>
          <w:bottom w:w="113" w:type="dxa"/>
          <w:right w:w="567" w:type="dxa"/>
        </w:tblCellMar>
        <w:tblLook w:val="00A0" w:firstRow="1" w:lastRow="0" w:firstColumn="1" w:lastColumn="0" w:noHBand="0" w:noVBand="0"/>
      </w:tblPr>
      <w:tblGrid>
        <w:gridCol w:w="1555"/>
        <w:gridCol w:w="5324"/>
        <w:gridCol w:w="1451"/>
        <w:gridCol w:w="2550"/>
      </w:tblGrid>
      <w:tr w:rsidR="00FE007F" w:rsidRPr="00527152" w14:paraId="199C2BB6" w14:textId="77777777" w:rsidTr="00A20415">
        <w:trPr>
          <w:trHeight w:val="504"/>
          <w:tblCellSpacing w:w="42" w:type="dxa"/>
          <w:jc w:val="center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6E9BFACB" w14:textId="3FDDA4D1" w:rsidR="00FE007F" w:rsidRPr="00EC59E1" w:rsidRDefault="00FE007F" w:rsidP="00E62814">
            <w:pPr>
              <w:spacing w:after="0" w:line="240" w:lineRule="auto"/>
              <w:rPr>
                <w:rFonts w:ascii="Don José" w:eastAsia="Times New Roman" w:hAnsi="Don José" w:cs="Arial"/>
                <w:color w:val="000000" w:themeColor="text1"/>
                <w:lang w:eastAsia="fr-FR"/>
              </w:rPr>
            </w:pP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>NOM</w:t>
            </w:r>
            <w:r w:rsidRPr="00EC59E1"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> 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70F138ED" w14:textId="59834E38" w:rsidR="00FE007F" w:rsidRPr="00EC59E1" w:rsidRDefault="00FE007F" w:rsidP="00E62814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kern w:val="24"/>
                <w:lang w:eastAsia="fr-FR"/>
              </w:rPr>
            </w:pPr>
          </w:p>
        </w:tc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  <w:hideMark/>
          </w:tcPr>
          <w:p w14:paraId="7121CD9D" w14:textId="4CC5C0D3" w:rsidR="00FE007F" w:rsidRPr="00EC59E1" w:rsidRDefault="00FE007F" w:rsidP="00E62814">
            <w:pPr>
              <w:spacing w:after="0" w:line="240" w:lineRule="auto"/>
              <w:rPr>
                <w:rFonts w:ascii="Don José" w:eastAsia="Times New Roman" w:hAnsi="Don José" w:cs="Arial"/>
                <w:color w:val="000000" w:themeColor="text1"/>
                <w:lang w:eastAsia="fr-FR"/>
              </w:rPr>
            </w:pP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>ADRESSE</w:t>
            </w:r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38D9E111" w14:textId="77777777" w:rsidR="00FE007F" w:rsidRPr="00EC59E1" w:rsidRDefault="00FE007F" w:rsidP="00E62814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kern w:val="24"/>
                <w:lang w:eastAsia="fr-FR"/>
              </w:rPr>
            </w:pPr>
          </w:p>
        </w:tc>
      </w:tr>
      <w:tr w:rsidR="00FE007F" w:rsidRPr="00527152" w14:paraId="5BADA0DB" w14:textId="77777777" w:rsidTr="00A20415">
        <w:trPr>
          <w:trHeight w:val="484"/>
          <w:tblCellSpacing w:w="42" w:type="dxa"/>
          <w:jc w:val="center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17459320" w14:textId="188B7497" w:rsidR="00FE007F" w:rsidRPr="00EC59E1" w:rsidRDefault="00FE007F" w:rsidP="00E62814">
            <w:pPr>
              <w:spacing w:after="0" w:line="240" w:lineRule="auto"/>
              <w:rPr>
                <w:rFonts w:ascii="Don José" w:eastAsia="Times New Roman" w:hAnsi="Don José" w:cs="Arial"/>
                <w:color w:val="000000" w:themeColor="text1"/>
                <w:lang w:eastAsia="fr-FR"/>
              </w:rPr>
            </w:pP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>TYPE DE STRUCTURE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6329FA54" w14:textId="77777777" w:rsidR="00FE007F" w:rsidRPr="00EC59E1" w:rsidRDefault="00FE007F" w:rsidP="00E62814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kern w:val="24"/>
                <w:lang w:eastAsia="fr-FR"/>
              </w:rPr>
            </w:pPr>
          </w:p>
        </w:tc>
        <w:tc>
          <w:tcPr>
            <w:tcW w:w="1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  <w:hideMark/>
          </w:tcPr>
          <w:p w14:paraId="5C756233" w14:textId="1D5CA5F1" w:rsidR="00FE007F" w:rsidRPr="00EC59E1" w:rsidRDefault="00FE007F" w:rsidP="00E62814">
            <w:pPr>
              <w:spacing w:after="0" w:line="240" w:lineRule="auto"/>
              <w:rPr>
                <w:rFonts w:ascii="Don José" w:eastAsia="Times New Roman" w:hAnsi="Don José" w:cs="Arial"/>
                <w:color w:val="000000" w:themeColor="text1"/>
                <w:lang w:eastAsia="fr-FR"/>
              </w:rPr>
            </w:pPr>
          </w:p>
        </w:tc>
        <w:tc>
          <w:tcPr>
            <w:tcW w:w="2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1E4517C5" w14:textId="77777777" w:rsidR="00FE007F" w:rsidRPr="00EC59E1" w:rsidRDefault="00FE007F" w:rsidP="00E62814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kern w:val="24"/>
                <w:lang w:eastAsia="fr-FR"/>
              </w:rPr>
            </w:pPr>
          </w:p>
        </w:tc>
      </w:tr>
    </w:tbl>
    <w:p w14:paraId="0CA8877A" w14:textId="1947D3B2" w:rsidR="00EC59E1" w:rsidRDefault="00FE007F" w:rsidP="00EC59E1">
      <w:pPr>
        <w:pStyle w:val="Titre2"/>
      </w:pPr>
      <w:r>
        <w:t>Représentant légal</w:t>
      </w:r>
    </w:p>
    <w:tbl>
      <w:tblPr>
        <w:tblW w:w="10880" w:type="dxa"/>
        <w:jc w:val="center"/>
        <w:tblCellSpacing w:w="42" w:type="dxa"/>
        <w:tblLayout w:type="fixed"/>
        <w:tblCellMar>
          <w:top w:w="113" w:type="dxa"/>
          <w:left w:w="340" w:type="dxa"/>
          <w:bottom w:w="113" w:type="dxa"/>
          <w:right w:w="567" w:type="dxa"/>
        </w:tblCellMar>
        <w:tblLook w:val="00A0" w:firstRow="1" w:lastRow="0" w:firstColumn="1" w:lastColumn="0" w:noHBand="0" w:noVBand="0"/>
      </w:tblPr>
      <w:tblGrid>
        <w:gridCol w:w="1555"/>
        <w:gridCol w:w="5324"/>
        <w:gridCol w:w="1451"/>
        <w:gridCol w:w="2550"/>
      </w:tblGrid>
      <w:tr w:rsidR="00FE007F" w:rsidRPr="00EC59E1" w14:paraId="32C85A9C" w14:textId="77777777" w:rsidTr="004D77B9">
        <w:trPr>
          <w:trHeight w:val="504"/>
          <w:tblCellSpacing w:w="42" w:type="dxa"/>
          <w:jc w:val="center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790C04C5" w14:textId="72AA8AEC" w:rsidR="00FE007F" w:rsidRPr="00EC59E1" w:rsidRDefault="00FE007F" w:rsidP="004D77B9">
            <w:pPr>
              <w:spacing w:after="0" w:line="240" w:lineRule="auto"/>
              <w:rPr>
                <w:rFonts w:ascii="Don José" w:eastAsia="Times New Roman" w:hAnsi="Don José" w:cs="Arial"/>
                <w:color w:val="000000" w:themeColor="text1"/>
                <w:lang w:eastAsia="fr-FR"/>
              </w:rPr>
            </w:pP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>Prénom NOM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5D1FE8E9" w14:textId="13A0735A" w:rsidR="00FE007F" w:rsidRPr="00EC59E1" w:rsidRDefault="00FE007F" w:rsidP="004D77B9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kern w:val="24"/>
                <w:lang w:eastAsia="fr-FR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  <w:hideMark/>
          </w:tcPr>
          <w:p w14:paraId="2C37097D" w14:textId="6FAF1C9E" w:rsidR="00FE007F" w:rsidRPr="00EC59E1" w:rsidRDefault="00FE007F" w:rsidP="004D77B9">
            <w:pPr>
              <w:spacing w:after="0" w:line="240" w:lineRule="auto"/>
              <w:rPr>
                <w:rFonts w:ascii="Don José" w:eastAsia="Times New Roman" w:hAnsi="Don José" w:cs="Arial"/>
                <w:color w:val="000000" w:themeColor="text1"/>
                <w:lang w:eastAsia="fr-FR"/>
              </w:rPr>
            </w:pP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>TELEPHONE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5673C7E4" w14:textId="77777777" w:rsidR="00FE007F" w:rsidRPr="00EC59E1" w:rsidRDefault="00FE007F" w:rsidP="004D77B9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kern w:val="24"/>
                <w:lang w:eastAsia="fr-FR"/>
              </w:rPr>
            </w:pPr>
          </w:p>
        </w:tc>
      </w:tr>
      <w:tr w:rsidR="00FE007F" w:rsidRPr="00EC59E1" w14:paraId="56DB72A7" w14:textId="77777777" w:rsidTr="004D77B9">
        <w:trPr>
          <w:trHeight w:val="484"/>
          <w:tblCellSpacing w:w="42" w:type="dxa"/>
          <w:jc w:val="center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4B48D1E9" w14:textId="1CFEF725" w:rsidR="00FE007F" w:rsidRPr="00EC59E1" w:rsidRDefault="00FE007F" w:rsidP="004D77B9">
            <w:pPr>
              <w:spacing w:after="0" w:line="240" w:lineRule="auto"/>
              <w:rPr>
                <w:rFonts w:ascii="Don José" w:eastAsia="Times New Roman" w:hAnsi="Don José" w:cs="Arial"/>
                <w:color w:val="000000" w:themeColor="text1"/>
                <w:lang w:eastAsia="fr-FR"/>
              </w:rPr>
            </w:pP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>FONCTION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43A9BD2C" w14:textId="77777777" w:rsidR="00FE007F" w:rsidRPr="00EC59E1" w:rsidRDefault="00FE007F" w:rsidP="004D77B9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kern w:val="24"/>
                <w:lang w:eastAsia="fr-FR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  <w:hideMark/>
          </w:tcPr>
          <w:p w14:paraId="61CB1F8B" w14:textId="4434075E" w:rsidR="00FE007F" w:rsidRPr="00EC59E1" w:rsidRDefault="00FE007F" w:rsidP="004D77B9">
            <w:pPr>
              <w:spacing w:after="0" w:line="240" w:lineRule="auto"/>
              <w:rPr>
                <w:rFonts w:ascii="Don José" w:eastAsia="Times New Roman" w:hAnsi="Don José" w:cs="Arial"/>
                <w:color w:val="000000" w:themeColor="text1"/>
                <w:lang w:eastAsia="fr-FR"/>
              </w:rPr>
            </w:pP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>ADRESSE MAIL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4885FA2D" w14:textId="77777777" w:rsidR="00FE007F" w:rsidRPr="00EC59E1" w:rsidRDefault="00FE007F" w:rsidP="004D77B9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kern w:val="24"/>
                <w:lang w:eastAsia="fr-FR"/>
              </w:rPr>
            </w:pPr>
          </w:p>
        </w:tc>
      </w:tr>
    </w:tbl>
    <w:p w14:paraId="43833BCD" w14:textId="77777777" w:rsidR="00FE007F" w:rsidRDefault="00FE007F" w:rsidP="00EC59E1">
      <w:pPr>
        <w:pStyle w:val="Titre2"/>
      </w:pPr>
    </w:p>
    <w:p w14:paraId="47C47717" w14:textId="6012CCB9" w:rsidR="00FE007F" w:rsidRDefault="00FE007F" w:rsidP="00FE007F">
      <w:pPr>
        <w:pStyle w:val="Titre2"/>
      </w:pPr>
      <w:r>
        <w:t>Responsable du projet</w:t>
      </w:r>
    </w:p>
    <w:tbl>
      <w:tblPr>
        <w:tblW w:w="10880" w:type="dxa"/>
        <w:jc w:val="center"/>
        <w:tblCellSpacing w:w="42" w:type="dxa"/>
        <w:tblLayout w:type="fixed"/>
        <w:tblCellMar>
          <w:top w:w="113" w:type="dxa"/>
          <w:left w:w="340" w:type="dxa"/>
          <w:bottom w:w="113" w:type="dxa"/>
          <w:right w:w="567" w:type="dxa"/>
        </w:tblCellMar>
        <w:tblLook w:val="00A0" w:firstRow="1" w:lastRow="0" w:firstColumn="1" w:lastColumn="0" w:noHBand="0" w:noVBand="0"/>
      </w:tblPr>
      <w:tblGrid>
        <w:gridCol w:w="1555"/>
        <w:gridCol w:w="5324"/>
        <w:gridCol w:w="1451"/>
        <w:gridCol w:w="2550"/>
      </w:tblGrid>
      <w:tr w:rsidR="00FE007F" w:rsidRPr="00EC59E1" w14:paraId="170B10D4" w14:textId="77777777" w:rsidTr="00F065B0">
        <w:trPr>
          <w:trHeight w:val="504"/>
          <w:tblCellSpacing w:w="42" w:type="dxa"/>
          <w:jc w:val="center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5719786F" w14:textId="77777777" w:rsidR="00FE007F" w:rsidRPr="00EC59E1" w:rsidRDefault="00FE007F" w:rsidP="004D77B9">
            <w:pPr>
              <w:spacing w:after="0" w:line="240" w:lineRule="auto"/>
              <w:rPr>
                <w:rFonts w:ascii="Don José" w:eastAsia="Times New Roman" w:hAnsi="Don José" w:cs="Arial"/>
                <w:color w:val="000000" w:themeColor="text1"/>
                <w:lang w:eastAsia="fr-FR"/>
              </w:rPr>
            </w:pP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>Prénom NOM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072E1451" w14:textId="77777777" w:rsidR="00FE007F" w:rsidRPr="00EC59E1" w:rsidRDefault="00FE007F" w:rsidP="004D77B9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kern w:val="24"/>
                <w:lang w:eastAsia="fr-FR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  <w:hideMark/>
          </w:tcPr>
          <w:p w14:paraId="0DCE20AD" w14:textId="77777777" w:rsidR="00FE007F" w:rsidRPr="00EC59E1" w:rsidRDefault="00FE007F" w:rsidP="004D77B9">
            <w:pPr>
              <w:spacing w:after="0" w:line="240" w:lineRule="auto"/>
              <w:rPr>
                <w:rFonts w:ascii="Don José" w:eastAsia="Times New Roman" w:hAnsi="Don José" w:cs="Arial"/>
                <w:color w:val="000000" w:themeColor="text1"/>
                <w:lang w:eastAsia="fr-FR"/>
              </w:rPr>
            </w:pP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>TELEPHONE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37C837A2" w14:textId="77777777" w:rsidR="00FE007F" w:rsidRPr="00EC59E1" w:rsidRDefault="00FE007F" w:rsidP="004D77B9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kern w:val="24"/>
                <w:lang w:eastAsia="fr-FR"/>
              </w:rPr>
            </w:pPr>
          </w:p>
        </w:tc>
      </w:tr>
      <w:tr w:rsidR="00FE007F" w:rsidRPr="00EC59E1" w14:paraId="1C5CAE70" w14:textId="77777777" w:rsidTr="00F065B0">
        <w:trPr>
          <w:trHeight w:val="484"/>
          <w:tblCellSpacing w:w="42" w:type="dxa"/>
          <w:jc w:val="center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1E9159BA" w14:textId="0C58B3A7" w:rsidR="00FE007F" w:rsidRPr="00EC59E1" w:rsidRDefault="00FE007F" w:rsidP="004D77B9">
            <w:pPr>
              <w:spacing w:after="0" w:line="240" w:lineRule="auto"/>
              <w:rPr>
                <w:rFonts w:ascii="Don José" w:eastAsia="Times New Roman" w:hAnsi="Don José" w:cs="Arial"/>
                <w:color w:val="000000" w:themeColor="text1"/>
                <w:lang w:eastAsia="fr-FR"/>
              </w:rPr>
            </w:pP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>FONCTION (OU SERVICE)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492BFDB3" w14:textId="77777777" w:rsidR="00FE007F" w:rsidRPr="00EC59E1" w:rsidRDefault="00FE007F" w:rsidP="004D77B9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kern w:val="24"/>
                <w:lang w:eastAsia="fr-FR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  <w:hideMark/>
          </w:tcPr>
          <w:p w14:paraId="37B0A0A8" w14:textId="77777777" w:rsidR="00FE007F" w:rsidRPr="00EC59E1" w:rsidRDefault="00FE007F" w:rsidP="004D77B9">
            <w:pPr>
              <w:spacing w:after="0" w:line="240" w:lineRule="auto"/>
              <w:rPr>
                <w:rFonts w:ascii="Don José" w:eastAsia="Times New Roman" w:hAnsi="Don José" w:cs="Arial"/>
                <w:color w:val="000000" w:themeColor="text1"/>
                <w:lang w:eastAsia="fr-FR"/>
              </w:rPr>
            </w:pP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>ADRESSE MAIL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0E1024B3" w14:textId="77777777" w:rsidR="00FE007F" w:rsidRPr="00EC59E1" w:rsidRDefault="00FE007F" w:rsidP="004D77B9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kern w:val="24"/>
                <w:lang w:eastAsia="fr-FR"/>
              </w:rPr>
            </w:pPr>
          </w:p>
        </w:tc>
      </w:tr>
      <w:tr w:rsidR="00FE007F" w:rsidRPr="00EC59E1" w14:paraId="2AC4ACA0" w14:textId="77777777" w:rsidTr="00F065B0">
        <w:trPr>
          <w:trHeight w:val="484"/>
          <w:tblCellSpacing w:w="42" w:type="dxa"/>
          <w:jc w:val="center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163DC44B" w14:textId="77777777" w:rsidR="00FE007F" w:rsidRDefault="002E6E44" w:rsidP="004D77B9">
            <w:pPr>
              <w:spacing w:after="0" w:line="240" w:lineRule="auto"/>
              <w:rPr>
                <w:rFonts w:eastAsia="Arial Black" w:cs="Arial Black"/>
                <w:color w:val="000000" w:themeColor="text1"/>
                <w:kern w:val="24"/>
                <w:sz w:val="18"/>
                <w:szCs w:val="18"/>
                <w:lang w:eastAsia="fr-FR"/>
              </w:rPr>
            </w:pP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>AUTRES PERSONNES</w:t>
            </w:r>
            <w:r w:rsidRPr="00EC59E1">
              <w:rPr>
                <w:rFonts w:eastAsia="Arial Black" w:cs="Arial Black"/>
                <w:color w:val="000000" w:themeColor="text1"/>
                <w:kern w:val="24"/>
                <w:sz w:val="18"/>
                <w:szCs w:val="18"/>
                <w:lang w:eastAsia="fr-FR"/>
              </w:rPr>
              <w:t xml:space="preserve"> (</w:t>
            </w:r>
            <w:r>
              <w:rPr>
                <w:rFonts w:eastAsia="Arial Black" w:cs="Arial Black"/>
                <w:color w:val="000000" w:themeColor="text1"/>
                <w:kern w:val="24"/>
                <w:sz w:val="18"/>
                <w:szCs w:val="18"/>
                <w:lang w:eastAsia="fr-FR"/>
              </w:rPr>
              <w:t>personnels techniques susceptibles d’intervenir dans le projet</w:t>
            </w:r>
            <w:r w:rsidRPr="00EC59E1">
              <w:rPr>
                <w:rFonts w:eastAsia="Arial Black" w:cs="Arial Black"/>
                <w:color w:val="000000" w:themeColor="text1"/>
                <w:kern w:val="24"/>
                <w:sz w:val="18"/>
                <w:szCs w:val="18"/>
                <w:lang w:eastAsia="fr-FR"/>
              </w:rPr>
              <w:t>)</w:t>
            </w:r>
          </w:p>
          <w:p w14:paraId="791FF543" w14:textId="3527D6BC" w:rsidR="00750A69" w:rsidRDefault="00750A69" w:rsidP="004D77B9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</w:p>
        </w:tc>
        <w:tc>
          <w:tcPr>
            <w:tcW w:w="9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00B13ED9" w14:textId="77777777" w:rsidR="00FE007F" w:rsidRPr="00EC59E1" w:rsidRDefault="00FE007F" w:rsidP="004D77B9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kern w:val="24"/>
                <w:lang w:eastAsia="fr-FR"/>
              </w:rPr>
            </w:pPr>
          </w:p>
        </w:tc>
      </w:tr>
    </w:tbl>
    <w:p w14:paraId="2D4EEC1A" w14:textId="77777777" w:rsidR="00FE007F" w:rsidRDefault="00FE007F" w:rsidP="00EC59E1">
      <w:pPr>
        <w:pStyle w:val="Titre2"/>
      </w:pPr>
    </w:p>
    <w:p w14:paraId="053A47D3" w14:textId="6E38B868" w:rsidR="00EC59E1" w:rsidRDefault="002E6E44" w:rsidP="00EC59E1">
      <w:pPr>
        <w:pStyle w:val="Titre2"/>
      </w:pPr>
      <w:r>
        <w:t>Missions de la structure</w:t>
      </w:r>
    </w:p>
    <w:tbl>
      <w:tblPr>
        <w:tblW w:w="10880" w:type="dxa"/>
        <w:jc w:val="center"/>
        <w:tblCellSpacing w:w="42" w:type="dxa"/>
        <w:tblLayout w:type="fixed"/>
        <w:tblCellMar>
          <w:top w:w="113" w:type="dxa"/>
          <w:left w:w="340" w:type="dxa"/>
          <w:bottom w:w="113" w:type="dxa"/>
          <w:right w:w="567" w:type="dxa"/>
        </w:tblCellMar>
        <w:tblLook w:val="00A0" w:firstRow="1" w:lastRow="0" w:firstColumn="1" w:lastColumn="0" w:noHBand="0" w:noVBand="0"/>
      </w:tblPr>
      <w:tblGrid>
        <w:gridCol w:w="1555"/>
        <w:gridCol w:w="9325"/>
      </w:tblGrid>
      <w:tr w:rsidR="00EC59E1" w:rsidRPr="00E70CE7" w14:paraId="2A20FE5F" w14:textId="77777777" w:rsidTr="00AB7797">
        <w:trPr>
          <w:trHeight w:val="2963"/>
          <w:tblCellSpacing w:w="42" w:type="dxa"/>
          <w:jc w:val="center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  <w:hideMark/>
          </w:tcPr>
          <w:p w14:paraId="27E20B99" w14:textId="1B2C976D" w:rsidR="00EC59E1" w:rsidRPr="00EC59E1" w:rsidRDefault="002E6E44" w:rsidP="00E62814">
            <w:pPr>
              <w:spacing w:after="0" w:line="240" w:lineRule="auto"/>
              <w:rPr>
                <w:rFonts w:ascii="Don José" w:eastAsia="Times New Roman" w:hAnsi="Don José" w:cs="Arial"/>
                <w:color w:val="000000" w:themeColor="text1"/>
                <w:lang w:eastAsia="fr-FR"/>
              </w:rPr>
            </w:pP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>DETAILLER</w:t>
            </w:r>
          </w:p>
        </w:tc>
        <w:tc>
          <w:tcPr>
            <w:tcW w:w="9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25E3AAED" w14:textId="77777777" w:rsidR="00EC59E1" w:rsidRPr="00EC59E1" w:rsidRDefault="00EC59E1" w:rsidP="00EC59E1">
            <w:pPr>
              <w:pStyle w:val="Paragraphedeliste"/>
              <w:spacing w:after="0" w:line="240" w:lineRule="auto"/>
              <w:ind w:left="450"/>
              <w:rPr>
                <w:rFonts w:asciiTheme="minorHAnsi" w:eastAsia="Times New Roman" w:hAnsiTheme="minorHAnsi" w:cs="Calibri"/>
                <w:color w:val="000000" w:themeColor="text1"/>
                <w:kern w:val="24"/>
                <w:lang w:eastAsia="fr-FR"/>
              </w:rPr>
            </w:pPr>
          </w:p>
        </w:tc>
      </w:tr>
    </w:tbl>
    <w:p w14:paraId="6768C4AB" w14:textId="77777777" w:rsidR="00917B5D" w:rsidRDefault="00917B5D">
      <w:r>
        <w:br w:type="page"/>
      </w:r>
    </w:p>
    <w:p w14:paraId="009C80C5" w14:textId="7503AD07" w:rsidR="00917B5D" w:rsidRPr="009A32CC" w:rsidRDefault="00917B5D" w:rsidP="00917B5D">
      <w:pPr>
        <w:pStyle w:val="Cartouche"/>
      </w:pPr>
      <w:r w:rsidRPr="009A32CC"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538868EB" wp14:editId="75C69347">
            <wp:simplePos x="0" y="0"/>
            <wp:positionH relativeFrom="margin">
              <wp:align>left</wp:align>
            </wp:positionH>
            <wp:positionV relativeFrom="paragraph">
              <wp:posOffset>-48895</wp:posOffset>
            </wp:positionV>
            <wp:extent cx="3048000" cy="418932"/>
            <wp:effectExtent l="0" t="0" r="0" b="635"/>
            <wp:wrapNone/>
            <wp:docPr id="1985786817" name="Graphiqu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200499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4189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sdt>
        <w:sdtPr>
          <w:alias w:val="Catégorie "/>
          <w:tag w:val=""/>
          <w:id w:val="-1358890206"/>
          <w:placeholder>
            <w:docPart w:val="4E0D79868C804F83B843AB2FAD0190D2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6503C8">
            <w:t>Formulaire de candidature</w:t>
          </w:r>
        </w:sdtContent>
      </w:sdt>
    </w:p>
    <w:p w14:paraId="39CA134A" w14:textId="2BB500A0" w:rsidR="00917B5D" w:rsidRPr="006503C8" w:rsidRDefault="006503C8" w:rsidP="006503C8">
      <w:pPr>
        <w:rPr>
          <w:rFonts w:asciiTheme="minorHAnsi" w:hAnsiTheme="minorHAnsi"/>
          <w:b/>
          <w:bCs/>
          <w:sz w:val="40"/>
          <w:szCs w:val="36"/>
        </w:rPr>
      </w:pPr>
      <w:r w:rsidRPr="006503C8">
        <w:rPr>
          <w:rFonts w:asciiTheme="minorHAnsi" w:hAnsiTheme="minorHAnsi"/>
          <w:b/>
          <w:bCs/>
          <w:sz w:val="40"/>
          <w:szCs w:val="36"/>
        </w:rPr>
        <w:t>Compréhension du dispositif et de ses enjeux</w:t>
      </w:r>
    </w:p>
    <w:p w14:paraId="2E9F1F91" w14:textId="77777777" w:rsidR="006503C8" w:rsidRDefault="006503C8" w:rsidP="00267B03">
      <w:pPr>
        <w:pStyle w:val="Titre2"/>
        <w:jc w:val="both"/>
        <w:rPr>
          <w:sz w:val="24"/>
          <w:szCs w:val="24"/>
          <w:u w:val="none"/>
        </w:rPr>
      </w:pPr>
    </w:p>
    <w:p w14:paraId="4EC3BF2B" w14:textId="06EF8A73" w:rsidR="00917B5D" w:rsidRPr="00267B03" w:rsidRDefault="00917B5D" w:rsidP="00267B03">
      <w:pPr>
        <w:pStyle w:val="Titre2"/>
        <w:jc w:val="both"/>
        <w:rPr>
          <w:spacing w:val="12"/>
          <w:sz w:val="24"/>
          <w:szCs w:val="24"/>
          <w:u w:val="none"/>
        </w:rPr>
      </w:pPr>
      <w:r w:rsidRPr="00267B03">
        <w:rPr>
          <w:spacing w:val="12"/>
          <w:sz w:val="24"/>
          <w:szCs w:val="24"/>
          <w:u w:val="none"/>
        </w:rPr>
        <w:t>Présenter succinctement votre compréhension des enjeux du dispositif pour les personnes bénéficiaires et pour FNE Île-de-France.</w:t>
      </w:r>
    </w:p>
    <w:p w14:paraId="70B0700F" w14:textId="77777777" w:rsidR="00917B5D" w:rsidRDefault="00917B5D" w:rsidP="00917B5D">
      <w:pPr>
        <w:pStyle w:val="Titre2"/>
        <w:rPr>
          <w:sz w:val="24"/>
          <w:szCs w:val="24"/>
          <w:u w:val="none"/>
        </w:rPr>
      </w:pPr>
    </w:p>
    <w:p w14:paraId="38F9B2FE" w14:textId="77777777" w:rsidR="00917B5D" w:rsidRDefault="00917B5D" w:rsidP="00917B5D">
      <w:pPr>
        <w:pStyle w:val="Titre2"/>
        <w:rPr>
          <w:sz w:val="24"/>
          <w:szCs w:val="24"/>
          <w:u w:val="none"/>
        </w:rPr>
      </w:pPr>
    </w:p>
    <w:p w14:paraId="2D9C031F" w14:textId="77777777" w:rsidR="00095332" w:rsidRDefault="00095332" w:rsidP="00917B5D">
      <w:pPr>
        <w:pStyle w:val="Titre2"/>
        <w:rPr>
          <w:sz w:val="24"/>
          <w:szCs w:val="24"/>
          <w:u w:val="none"/>
        </w:rPr>
      </w:pPr>
    </w:p>
    <w:p w14:paraId="41F8AC44" w14:textId="77777777" w:rsidR="00095332" w:rsidRDefault="00095332" w:rsidP="00917B5D">
      <w:pPr>
        <w:pStyle w:val="Titre2"/>
        <w:rPr>
          <w:sz w:val="24"/>
          <w:szCs w:val="24"/>
          <w:u w:val="none"/>
        </w:rPr>
      </w:pPr>
    </w:p>
    <w:p w14:paraId="167665D1" w14:textId="77777777" w:rsidR="00095332" w:rsidRDefault="00095332" w:rsidP="00917B5D">
      <w:pPr>
        <w:pStyle w:val="Titre2"/>
        <w:rPr>
          <w:sz w:val="24"/>
          <w:szCs w:val="24"/>
          <w:u w:val="none"/>
        </w:rPr>
      </w:pPr>
    </w:p>
    <w:p w14:paraId="6DF6ABE0" w14:textId="77777777" w:rsidR="00917B5D" w:rsidRDefault="00917B5D" w:rsidP="00917B5D">
      <w:pPr>
        <w:pStyle w:val="Titre2"/>
        <w:rPr>
          <w:sz w:val="24"/>
          <w:szCs w:val="24"/>
          <w:u w:val="none"/>
        </w:rPr>
      </w:pPr>
    </w:p>
    <w:p w14:paraId="7E05A512" w14:textId="77777777" w:rsidR="00917B5D" w:rsidRPr="00917B5D" w:rsidRDefault="00917B5D" w:rsidP="00917B5D">
      <w:pPr>
        <w:pStyle w:val="Titre2"/>
        <w:rPr>
          <w:sz w:val="24"/>
          <w:szCs w:val="24"/>
          <w:u w:val="none"/>
        </w:rPr>
      </w:pPr>
    </w:p>
    <w:p w14:paraId="59CEFD97" w14:textId="556EC652" w:rsidR="00917B5D" w:rsidRPr="00267B03" w:rsidRDefault="00917B5D" w:rsidP="00267B03">
      <w:pPr>
        <w:jc w:val="both"/>
        <w:rPr>
          <w:spacing w:val="12"/>
        </w:rPr>
      </w:pPr>
      <w:r w:rsidRPr="00267B03">
        <w:rPr>
          <w:rFonts w:ascii="Barlow Black" w:hAnsi="Barlow Black"/>
          <w:i/>
          <w:iCs/>
          <w:color w:val="D01821"/>
          <w:spacing w:val="12"/>
          <w:sz w:val="24"/>
          <w:szCs w:val="24"/>
        </w:rPr>
        <w:t>Préciser le contexte dans lequel s’inscrit votre territoire par rapport au déclin de la biodiversité et la considération des continuités écologiques.</w:t>
      </w:r>
    </w:p>
    <w:p w14:paraId="3A2858A6" w14:textId="77777777" w:rsidR="00917B5D" w:rsidRDefault="00917B5D" w:rsidP="00917B5D"/>
    <w:p w14:paraId="285651AA" w14:textId="77777777" w:rsidR="00917B5D" w:rsidRDefault="00917B5D" w:rsidP="00917B5D"/>
    <w:p w14:paraId="28394DCF" w14:textId="77777777" w:rsidR="00095332" w:rsidRDefault="00095332" w:rsidP="00917B5D"/>
    <w:p w14:paraId="51289DBD" w14:textId="77777777" w:rsidR="00095332" w:rsidRDefault="00095332" w:rsidP="00917B5D"/>
    <w:p w14:paraId="69C01AB1" w14:textId="77777777" w:rsidR="00095332" w:rsidRDefault="00095332" w:rsidP="00917B5D"/>
    <w:p w14:paraId="6D2FC3C2" w14:textId="77777777" w:rsidR="00095332" w:rsidRDefault="00095332" w:rsidP="00917B5D"/>
    <w:p w14:paraId="791A8B9C" w14:textId="77777777" w:rsidR="00917B5D" w:rsidRDefault="00917B5D" w:rsidP="00917B5D"/>
    <w:p w14:paraId="40271131" w14:textId="54365D25" w:rsidR="00917B5D" w:rsidRPr="00267B03" w:rsidRDefault="00917B5D" w:rsidP="00267B03">
      <w:pPr>
        <w:jc w:val="both"/>
        <w:rPr>
          <w:spacing w:val="12"/>
        </w:rPr>
      </w:pPr>
      <w:r w:rsidRPr="00267B03">
        <w:rPr>
          <w:rFonts w:ascii="Barlow Black" w:hAnsi="Barlow Black"/>
          <w:i/>
          <w:iCs/>
          <w:color w:val="D01821"/>
          <w:spacing w:val="12"/>
          <w:sz w:val="24"/>
          <w:szCs w:val="24"/>
        </w:rPr>
        <w:t xml:space="preserve">Expliquer les intérêts et raisons pour votre structure de bénéficier d’une </w:t>
      </w:r>
      <w:r w:rsidR="00FD5D67">
        <w:rPr>
          <w:rFonts w:ascii="Barlow Black" w:hAnsi="Barlow Black"/>
          <w:i/>
          <w:iCs/>
          <w:color w:val="D01821"/>
          <w:spacing w:val="12"/>
          <w:sz w:val="24"/>
          <w:szCs w:val="24"/>
        </w:rPr>
        <w:t>étude</w:t>
      </w:r>
      <w:r w:rsidRPr="00267B03">
        <w:rPr>
          <w:rFonts w:ascii="Barlow Black" w:hAnsi="Barlow Black"/>
          <w:i/>
          <w:iCs/>
          <w:color w:val="D01821"/>
          <w:spacing w:val="12"/>
          <w:sz w:val="24"/>
          <w:szCs w:val="24"/>
        </w:rPr>
        <w:t xml:space="preserve"> </w:t>
      </w:r>
      <w:proofErr w:type="spellStart"/>
      <w:r w:rsidRPr="00267B03">
        <w:rPr>
          <w:rFonts w:ascii="Barlow Black" w:hAnsi="Barlow Black"/>
          <w:i/>
          <w:iCs/>
          <w:color w:val="D01821"/>
          <w:spacing w:val="12"/>
          <w:sz w:val="24"/>
          <w:szCs w:val="24"/>
        </w:rPr>
        <w:t>Cartovégétation</w:t>
      </w:r>
      <w:proofErr w:type="spellEnd"/>
      <w:r w:rsidRPr="00267B03">
        <w:rPr>
          <w:rFonts w:ascii="Barlow Black" w:hAnsi="Barlow Black"/>
          <w:i/>
          <w:iCs/>
          <w:color w:val="D01821"/>
          <w:spacing w:val="12"/>
          <w:sz w:val="24"/>
          <w:szCs w:val="24"/>
        </w:rPr>
        <w:t>.</w:t>
      </w:r>
    </w:p>
    <w:p w14:paraId="74E36AE2" w14:textId="77777777" w:rsidR="00917B5D" w:rsidRDefault="00917B5D" w:rsidP="00917B5D">
      <w:r>
        <w:br w:type="page"/>
      </w:r>
    </w:p>
    <w:p w14:paraId="69F33A53" w14:textId="1EA32ABF" w:rsidR="00917B5D" w:rsidRPr="009A32CC" w:rsidRDefault="00917B5D" w:rsidP="00917B5D">
      <w:pPr>
        <w:pStyle w:val="Cartouche"/>
      </w:pPr>
      <w:r w:rsidRPr="009A32CC"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4C949F53" wp14:editId="50F7385A">
            <wp:simplePos x="0" y="0"/>
            <wp:positionH relativeFrom="margin">
              <wp:posOffset>0</wp:posOffset>
            </wp:positionH>
            <wp:positionV relativeFrom="paragraph">
              <wp:posOffset>-67006</wp:posOffset>
            </wp:positionV>
            <wp:extent cx="3037399" cy="396240"/>
            <wp:effectExtent l="0" t="0" r="0" b="3810"/>
            <wp:wrapNone/>
            <wp:docPr id="259178130" name="Graphiqu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200499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7399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sdt>
        <w:sdtPr>
          <w:alias w:val="Catégorie "/>
          <w:tag w:val=""/>
          <w:id w:val="636229439"/>
          <w:placeholder>
            <w:docPart w:val="1C804888C4D245DD95C082DBEF31ADDA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6503C8">
            <w:t>Formulaire de candidature</w:t>
          </w:r>
        </w:sdtContent>
      </w:sdt>
    </w:p>
    <w:p w14:paraId="3311656F" w14:textId="3CB47391" w:rsidR="00917B5D" w:rsidRDefault="00267B03" w:rsidP="0061627F">
      <w:pPr>
        <w:rPr>
          <w:rFonts w:asciiTheme="minorHAnsi" w:hAnsiTheme="minorHAnsi"/>
          <w:b/>
          <w:bCs/>
          <w:sz w:val="40"/>
          <w:szCs w:val="36"/>
        </w:rPr>
      </w:pPr>
      <w:r>
        <w:rPr>
          <w:rFonts w:asciiTheme="minorHAnsi" w:hAnsiTheme="minorHAnsi"/>
          <w:b/>
          <w:bCs/>
          <w:sz w:val="40"/>
          <w:szCs w:val="36"/>
        </w:rPr>
        <w:t>Caractéristiques de l’espace étudié</w:t>
      </w:r>
    </w:p>
    <w:p w14:paraId="2F9EEA76" w14:textId="5D28E07E" w:rsidR="0061627F" w:rsidRDefault="0061627F" w:rsidP="0061627F">
      <w:pPr>
        <w:pStyle w:val="Titre2"/>
      </w:pPr>
      <w:r>
        <w:t>Présentation de la zone proposée</w:t>
      </w:r>
    </w:p>
    <w:tbl>
      <w:tblPr>
        <w:tblW w:w="10880" w:type="dxa"/>
        <w:jc w:val="center"/>
        <w:tblCellSpacing w:w="42" w:type="dxa"/>
        <w:tblLayout w:type="fixed"/>
        <w:tblCellMar>
          <w:top w:w="113" w:type="dxa"/>
          <w:left w:w="340" w:type="dxa"/>
          <w:bottom w:w="113" w:type="dxa"/>
          <w:right w:w="567" w:type="dxa"/>
        </w:tblCellMar>
        <w:tblLook w:val="00A0" w:firstRow="1" w:lastRow="0" w:firstColumn="1" w:lastColumn="0" w:noHBand="0" w:noVBand="0"/>
      </w:tblPr>
      <w:tblGrid>
        <w:gridCol w:w="1838"/>
        <w:gridCol w:w="4961"/>
        <w:gridCol w:w="1531"/>
        <w:gridCol w:w="2550"/>
      </w:tblGrid>
      <w:tr w:rsidR="00917B5D" w:rsidRPr="00527152" w14:paraId="0AF5955E" w14:textId="77777777" w:rsidTr="00AB7797">
        <w:trPr>
          <w:trHeight w:val="504"/>
          <w:tblCellSpacing w:w="42" w:type="dxa"/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41F49F59" w14:textId="05320C51" w:rsidR="00917B5D" w:rsidRDefault="0061627F" w:rsidP="004D77B9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>ADRESSE COMPLETE</w:t>
            </w:r>
            <w:r w:rsidR="00927D36"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 xml:space="preserve">, </w:t>
            </w:r>
          </w:p>
          <w:p w14:paraId="3D6D20A7" w14:textId="1A42303D" w:rsidR="00927D36" w:rsidRPr="00EC59E1" w:rsidRDefault="00927D36" w:rsidP="00927D36">
            <w:pPr>
              <w:spacing w:after="0" w:line="240" w:lineRule="auto"/>
              <w:rPr>
                <w:rFonts w:ascii="Don José" w:eastAsia="Times New Roman" w:hAnsi="Don José" w:cs="Arial"/>
                <w:color w:val="000000" w:themeColor="text1"/>
                <w:lang w:eastAsia="fr-FR"/>
              </w:rPr>
            </w:pP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>LOCALISATION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1E8A6B88" w14:textId="4862D127" w:rsidR="00917B5D" w:rsidRPr="00EC59E1" w:rsidRDefault="00917B5D" w:rsidP="004D77B9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kern w:val="24"/>
                <w:lang w:eastAsia="fr-FR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  <w:hideMark/>
          </w:tcPr>
          <w:p w14:paraId="3F4BF11C" w14:textId="23D712A8" w:rsidR="00917B5D" w:rsidRPr="00EC59E1" w:rsidRDefault="0061627F" w:rsidP="004D77B9">
            <w:pPr>
              <w:spacing w:after="0" w:line="240" w:lineRule="auto"/>
              <w:rPr>
                <w:rFonts w:ascii="Don José" w:eastAsia="Times New Roman" w:hAnsi="Don José" w:cs="Arial"/>
                <w:color w:val="000000" w:themeColor="text1"/>
                <w:lang w:eastAsia="fr-FR"/>
              </w:rPr>
            </w:pP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>SUPERFICIE (m²)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5F6D9B8F" w14:textId="77777777" w:rsidR="00917B5D" w:rsidRPr="00EC59E1" w:rsidRDefault="00917B5D" w:rsidP="004D77B9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kern w:val="24"/>
                <w:lang w:eastAsia="fr-FR"/>
              </w:rPr>
            </w:pPr>
          </w:p>
        </w:tc>
      </w:tr>
      <w:tr w:rsidR="00917B5D" w:rsidRPr="00527152" w14:paraId="4529EECA" w14:textId="77777777" w:rsidTr="00AB7797">
        <w:trPr>
          <w:trHeight w:val="484"/>
          <w:tblCellSpacing w:w="42" w:type="dxa"/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0A6FF784" w14:textId="44CB307F" w:rsidR="00917B5D" w:rsidRPr="00EC59E1" w:rsidRDefault="005A30DF" w:rsidP="004D77B9">
            <w:pPr>
              <w:spacing w:after="0" w:line="240" w:lineRule="auto"/>
              <w:rPr>
                <w:rFonts w:ascii="Don José" w:eastAsia="Times New Roman" w:hAnsi="Don José" w:cs="Arial"/>
                <w:color w:val="000000" w:themeColor="text1"/>
                <w:lang w:eastAsia="fr-FR"/>
              </w:rPr>
            </w:pP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>TYPES D’HABITATS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0477378F" w14:textId="77777777" w:rsidR="00917B5D" w:rsidRPr="00EC59E1" w:rsidRDefault="00917B5D" w:rsidP="004D77B9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kern w:val="24"/>
                <w:lang w:eastAsia="fr-FR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  <w:hideMark/>
          </w:tcPr>
          <w:p w14:paraId="6C9B09B1" w14:textId="3A298479" w:rsidR="00917B5D" w:rsidRPr="00EC59E1" w:rsidRDefault="0061627F" w:rsidP="004D77B9">
            <w:pPr>
              <w:spacing w:after="0" w:line="240" w:lineRule="auto"/>
              <w:rPr>
                <w:rFonts w:ascii="Don José" w:eastAsia="Times New Roman" w:hAnsi="Don José" w:cs="Arial"/>
                <w:color w:val="000000" w:themeColor="text1"/>
                <w:lang w:eastAsia="fr-FR"/>
              </w:rPr>
            </w:pP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 xml:space="preserve">CLASSEMENT </w:t>
            </w:r>
            <w:r w:rsidRPr="0061627F">
              <w:rPr>
                <w:rFonts w:asciiTheme="minorHAnsi" w:eastAsia="Arial Black" w:hAnsiTheme="minorHAnsi" w:cs="Arial Black"/>
                <w:color w:val="000000" w:themeColor="text1"/>
                <w:kern w:val="24"/>
                <w:sz w:val="18"/>
                <w:szCs w:val="18"/>
                <w:lang w:eastAsia="fr-FR"/>
              </w:rPr>
              <w:t>(Natura 2000</w:t>
            </w:r>
            <w:r>
              <w:rPr>
                <w:rFonts w:asciiTheme="minorHAnsi" w:eastAsia="Arial Black" w:hAnsiTheme="minorHAnsi" w:cs="Arial Black"/>
                <w:color w:val="000000" w:themeColor="text1"/>
                <w:kern w:val="24"/>
                <w:sz w:val="18"/>
                <w:szCs w:val="18"/>
                <w:lang w:eastAsia="fr-FR"/>
              </w:rPr>
              <w:t xml:space="preserve">, </w:t>
            </w:r>
            <w:r w:rsidR="005A30DF" w:rsidRPr="0061627F">
              <w:rPr>
                <w:rFonts w:asciiTheme="minorHAnsi" w:eastAsia="Arial Black" w:hAnsiTheme="minorHAnsi" w:cs="Arial Black"/>
                <w:color w:val="000000" w:themeColor="text1"/>
                <w:kern w:val="24"/>
                <w:sz w:val="18"/>
                <w:szCs w:val="18"/>
                <w:lang w:eastAsia="fr-FR"/>
              </w:rPr>
              <w:t xml:space="preserve">ZNIEFF, </w:t>
            </w:r>
            <w:r>
              <w:rPr>
                <w:rFonts w:asciiTheme="minorHAnsi" w:eastAsia="Arial Black" w:hAnsiTheme="minorHAnsi" w:cs="Arial Black"/>
                <w:color w:val="000000" w:themeColor="text1"/>
                <w:kern w:val="24"/>
                <w:sz w:val="18"/>
                <w:szCs w:val="18"/>
                <w:lang w:eastAsia="fr-FR"/>
              </w:rPr>
              <w:t>…</w:t>
            </w:r>
            <w:r w:rsidR="005A30DF">
              <w:rPr>
                <w:rFonts w:asciiTheme="minorHAnsi" w:eastAsia="Arial Black" w:hAnsiTheme="minorHAnsi" w:cs="Arial Black"/>
                <w:color w:val="000000" w:themeColor="text1"/>
                <w:kern w:val="24"/>
                <w:sz w:val="18"/>
                <w:szCs w:val="18"/>
                <w:lang w:eastAsia="fr-FR"/>
              </w:rPr>
              <w:t>)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12CFB39B" w14:textId="77777777" w:rsidR="00917B5D" w:rsidRPr="00EC59E1" w:rsidRDefault="00917B5D" w:rsidP="004D77B9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kern w:val="24"/>
                <w:lang w:eastAsia="fr-FR"/>
              </w:rPr>
            </w:pPr>
          </w:p>
        </w:tc>
      </w:tr>
      <w:tr w:rsidR="00917B5D" w:rsidRPr="00527152" w14:paraId="6CE6B076" w14:textId="77777777" w:rsidTr="00AB7797">
        <w:trPr>
          <w:trHeight w:val="444"/>
          <w:tblCellSpacing w:w="42" w:type="dxa"/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6D0BCBD0" w14:textId="77777777" w:rsidR="00AB7797" w:rsidRDefault="00AB7797" w:rsidP="004D77B9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</w:p>
          <w:p w14:paraId="6DC81500" w14:textId="2FDA8422" w:rsidR="00917B5D" w:rsidRDefault="005A30DF" w:rsidP="004D77B9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>ESPECES REMARQUABLES</w:t>
            </w:r>
          </w:p>
          <w:p w14:paraId="74BA9F09" w14:textId="57DC38AE" w:rsidR="00AB7797" w:rsidRPr="00EC59E1" w:rsidRDefault="00AB7797" w:rsidP="004D77B9">
            <w:pPr>
              <w:spacing w:after="0" w:line="240" w:lineRule="auto"/>
              <w:rPr>
                <w:rFonts w:ascii="Don José" w:eastAsia="Times New Roman" w:hAnsi="Don José" w:cs="Arial"/>
                <w:color w:val="000000" w:themeColor="text1"/>
                <w:lang w:eastAsia="fr-FR"/>
              </w:rPr>
            </w:pP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36740C70" w14:textId="77777777" w:rsidR="00917B5D" w:rsidRPr="00EC59E1" w:rsidRDefault="00917B5D" w:rsidP="004D77B9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kern w:val="24"/>
                <w:lang w:eastAsia="fr-FR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  <w:hideMark/>
          </w:tcPr>
          <w:p w14:paraId="1D0DFB62" w14:textId="215AA466" w:rsidR="00917B5D" w:rsidRPr="00EC59E1" w:rsidRDefault="005A30DF" w:rsidP="004D77B9">
            <w:pPr>
              <w:spacing w:after="0" w:line="240" w:lineRule="auto"/>
              <w:rPr>
                <w:rFonts w:ascii="Don José" w:eastAsia="Times New Roman" w:hAnsi="Don José" w:cs="Arial"/>
                <w:color w:val="000000" w:themeColor="text1"/>
                <w:lang w:eastAsia="fr-FR"/>
              </w:rPr>
            </w:pP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>ROLE D</w:t>
            </w:r>
            <w:r w:rsidR="00AB7797"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>E</w:t>
            </w: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 xml:space="preserve"> CONTINUITE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3C719826" w14:textId="77777777" w:rsidR="00917B5D" w:rsidRPr="00EC59E1" w:rsidRDefault="00917B5D" w:rsidP="004D77B9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kern w:val="24"/>
                <w:lang w:eastAsia="fr-FR"/>
              </w:rPr>
            </w:pPr>
          </w:p>
        </w:tc>
      </w:tr>
    </w:tbl>
    <w:p w14:paraId="6BDCA436" w14:textId="6B6B49E7" w:rsidR="00BF495E" w:rsidRPr="00927D36" w:rsidRDefault="00927D36" w:rsidP="00927D36">
      <w:pPr>
        <w:rPr>
          <w:rFonts w:asciiTheme="minorHAnsi" w:hAnsiTheme="minorHAnsi"/>
          <w:b/>
          <w:bCs/>
          <w:i/>
          <w:iCs/>
          <w:sz w:val="24"/>
          <w:szCs w:val="24"/>
        </w:rPr>
      </w:pPr>
      <w:r w:rsidRPr="00927D36">
        <w:rPr>
          <w:rFonts w:asciiTheme="minorHAnsi" w:hAnsiTheme="minorHAnsi"/>
          <w:b/>
          <w:bCs/>
          <w:i/>
          <w:iCs/>
          <w:sz w:val="24"/>
          <w:szCs w:val="24"/>
        </w:rPr>
        <w:t xml:space="preserve">En annexes : </w:t>
      </w:r>
      <w:r w:rsidRPr="00927D36">
        <w:rPr>
          <w:rFonts w:asciiTheme="minorHAnsi" w:hAnsiTheme="minorHAnsi"/>
          <w:i/>
          <w:iCs/>
        </w:rPr>
        <w:t>(à cocher si joint à la candidature)</w:t>
      </w:r>
    </w:p>
    <w:p w14:paraId="7B838573" w14:textId="2A796773" w:rsidR="00927D36" w:rsidRPr="00927D36" w:rsidRDefault="00927D36" w:rsidP="00927D36">
      <w:pPr>
        <w:pStyle w:val="Paragraphedeliste"/>
        <w:numPr>
          <w:ilvl w:val="0"/>
          <w:numId w:val="15"/>
        </w:numPr>
        <w:rPr>
          <w:rFonts w:asciiTheme="minorHAnsi" w:hAnsiTheme="minorHAnsi"/>
          <w:i/>
          <w:iCs/>
          <w:sz w:val="24"/>
          <w:szCs w:val="24"/>
        </w:rPr>
      </w:pPr>
      <w:r w:rsidRPr="00927D36">
        <w:rPr>
          <w:rFonts w:asciiTheme="minorHAnsi" w:hAnsiTheme="minorHAnsi"/>
          <w:i/>
          <w:iCs/>
          <w:sz w:val="24"/>
          <w:szCs w:val="24"/>
        </w:rPr>
        <w:t xml:space="preserve">Fichier SIG de la zone géoréférencée </w:t>
      </w:r>
      <w:r>
        <w:rPr>
          <w:rFonts w:asciiTheme="minorHAnsi" w:hAnsiTheme="minorHAnsi"/>
          <w:i/>
          <w:iCs/>
          <w:sz w:val="24"/>
          <w:szCs w:val="24"/>
        </w:rPr>
        <w:t>(couche Shapefile)</w:t>
      </w:r>
    </w:p>
    <w:p w14:paraId="50A806AC" w14:textId="62335ACC" w:rsidR="00927D36" w:rsidRPr="00927D36" w:rsidRDefault="00927D36" w:rsidP="00927D36">
      <w:pPr>
        <w:pStyle w:val="Paragraphedeliste"/>
        <w:numPr>
          <w:ilvl w:val="0"/>
          <w:numId w:val="15"/>
        </w:numPr>
        <w:rPr>
          <w:rFonts w:asciiTheme="minorHAnsi" w:hAnsiTheme="minorHAnsi"/>
          <w:i/>
          <w:iCs/>
          <w:sz w:val="24"/>
          <w:szCs w:val="24"/>
        </w:rPr>
      </w:pPr>
      <w:r w:rsidRPr="00927D36">
        <w:rPr>
          <w:rFonts w:asciiTheme="minorHAnsi" w:hAnsiTheme="minorHAnsi"/>
          <w:i/>
          <w:iCs/>
          <w:sz w:val="24"/>
          <w:szCs w:val="24"/>
        </w:rPr>
        <w:t>Descriptif plus détaillé de la zone et du contexte (photos à l’appui) - Optionnel</w:t>
      </w:r>
    </w:p>
    <w:p w14:paraId="5CE365F7" w14:textId="77777777" w:rsidR="00267B03" w:rsidRDefault="00267B03" w:rsidP="00917B5D">
      <w:pPr>
        <w:pStyle w:val="Titre2"/>
      </w:pPr>
    </w:p>
    <w:p w14:paraId="690C83B8" w14:textId="24C2B696" w:rsidR="00917B5D" w:rsidRDefault="00917B5D" w:rsidP="00917B5D">
      <w:pPr>
        <w:pStyle w:val="Titre2"/>
      </w:pPr>
      <w:r>
        <w:t>Contexte</w:t>
      </w:r>
    </w:p>
    <w:tbl>
      <w:tblPr>
        <w:tblW w:w="10880" w:type="dxa"/>
        <w:jc w:val="center"/>
        <w:tblCellSpacing w:w="42" w:type="dxa"/>
        <w:tblLayout w:type="fixed"/>
        <w:tblCellMar>
          <w:top w:w="113" w:type="dxa"/>
          <w:left w:w="340" w:type="dxa"/>
          <w:bottom w:w="113" w:type="dxa"/>
          <w:right w:w="567" w:type="dxa"/>
        </w:tblCellMar>
        <w:tblLook w:val="00A0" w:firstRow="1" w:lastRow="0" w:firstColumn="1" w:lastColumn="0" w:noHBand="0" w:noVBand="0"/>
      </w:tblPr>
      <w:tblGrid>
        <w:gridCol w:w="1838"/>
        <w:gridCol w:w="9042"/>
      </w:tblGrid>
      <w:tr w:rsidR="00917B5D" w:rsidRPr="009D5DCA" w14:paraId="5C46E0B9" w14:textId="77777777" w:rsidTr="00AB7797">
        <w:trPr>
          <w:trHeight w:val="794"/>
          <w:tblCellSpacing w:w="42" w:type="dxa"/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  <w:hideMark/>
          </w:tcPr>
          <w:p w14:paraId="61F16333" w14:textId="77777777" w:rsidR="00927D36" w:rsidRDefault="00927D36" w:rsidP="004D77B9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</w:p>
          <w:p w14:paraId="1144EC5F" w14:textId="77777777" w:rsidR="002B7857" w:rsidRDefault="002B7857" w:rsidP="004D77B9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</w:p>
          <w:p w14:paraId="7FE72AD0" w14:textId="77777777" w:rsidR="002B7857" w:rsidRDefault="002B7857" w:rsidP="004D77B9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</w:p>
          <w:p w14:paraId="778215F0" w14:textId="22693480" w:rsidR="00917B5D" w:rsidRDefault="00FD5D67" w:rsidP="004D77B9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 xml:space="preserve">ENJEUX (intérêts et pressions particulières) </w:t>
            </w:r>
          </w:p>
          <w:p w14:paraId="444604C6" w14:textId="77777777" w:rsidR="002B7857" w:rsidRDefault="002B7857" w:rsidP="004D77B9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</w:p>
          <w:p w14:paraId="73032200" w14:textId="77777777" w:rsidR="002B7857" w:rsidRDefault="002B7857" w:rsidP="004D77B9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</w:p>
          <w:p w14:paraId="7AE86C72" w14:textId="77777777" w:rsidR="00267B03" w:rsidRDefault="00267B03" w:rsidP="004D77B9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</w:p>
          <w:p w14:paraId="20261691" w14:textId="6D89FE65" w:rsidR="00927D36" w:rsidRPr="00EC59E1" w:rsidRDefault="00927D36" w:rsidP="004D77B9">
            <w:pPr>
              <w:spacing w:after="0" w:line="240" w:lineRule="auto"/>
              <w:rPr>
                <w:rFonts w:ascii="Don José" w:eastAsia="Times New Roman" w:hAnsi="Don José" w:cs="Arial"/>
                <w:color w:val="000000" w:themeColor="text1"/>
                <w:lang w:eastAsia="fr-FR"/>
              </w:rPr>
            </w:pPr>
          </w:p>
        </w:tc>
        <w:tc>
          <w:tcPr>
            <w:tcW w:w="8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703C81A7" w14:textId="77777777" w:rsidR="00917B5D" w:rsidRPr="00EC59E1" w:rsidRDefault="00917B5D" w:rsidP="004D77B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917B5D" w:rsidRPr="008F611F" w14:paraId="75BE3570" w14:textId="77777777" w:rsidTr="00AB7797">
        <w:trPr>
          <w:trHeight w:val="825"/>
          <w:tblCellSpacing w:w="42" w:type="dxa"/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  <w:hideMark/>
          </w:tcPr>
          <w:p w14:paraId="27864643" w14:textId="77777777" w:rsidR="00927D36" w:rsidRDefault="00927D36" w:rsidP="004D77B9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</w:p>
          <w:p w14:paraId="795BB43E" w14:textId="77777777" w:rsidR="002B7857" w:rsidRDefault="002B7857" w:rsidP="004D77B9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</w:p>
          <w:p w14:paraId="381BD124" w14:textId="75A3C057" w:rsidR="00917B5D" w:rsidRDefault="00953C92" w:rsidP="004D77B9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 xml:space="preserve">ACTEURS ET </w:t>
            </w:r>
            <w:r w:rsidR="00AB7797"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>MOBILISATIONS LOCALES</w:t>
            </w:r>
          </w:p>
          <w:p w14:paraId="088C99A1" w14:textId="77777777" w:rsidR="002B7857" w:rsidRDefault="002B7857" w:rsidP="004D77B9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</w:p>
          <w:p w14:paraId="7A216943" w14:textId="77777777" w:rsidR="00267B03" w:rsidRDefault="00267B03" w:rsidP="004D77B9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</w:p>
          <w:p w14:paraId="3C2C0B76" w14:textId="41D1C52E" w:rsidR="00927D36" w:rsidRPr="00EC59E1" w:rsidRDefault="00927D36" w:rsidP="004D77B9">
            <w:pPr>
              <w:spacing w:after="0" w:line="240" w:lineRule="auto"/>
              <w:rPr>
                <w:rFonts w:ascii="Don José" w:eastAsia="Times New Roman" w:hAnsi="Don José" w:cs="Arial"/>
                <w:color w:val="000000" w:themeColor="text1"/>
                <w:lang w:eastAsia="fr-FR"/>
              </w:rPr>
            </w:pPr>
          </w:p>
        </w:tc>
        <w:tc>
          <w:tcPr>
            <w:tcW w:w="8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00C08BC2" w14:textId="77777777" w:rsidR="00917B5D" w:rsidRPr="00EC59E1" w:rsidRDefault="00917B5D" w:rsidP="004D77B9">
            <w:pPr>
              <w:pStyle w:val="Paragraphedeliste"/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kern w:val="24"/>
                <w:lang w:eastAsia="fr-FR"/>
              </w:rPr>
            </w:pPr>
          </w:p>
        </w:tc>
      </w:tr>
      <w:tr w:rsidR="00927D36" w:rsidRPr="00527152" w14:paraId="4B8A9663" w14:textId="77777777" w:rsidTr="00AB7797">
        <w:trPr>
          <w:trHeight w:val="811"/>
          <w:tblCellSpacing w:w="42" w:type="dxa"/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75589137" w14:textId="77777777" w:rsidR="00927D36" w:rsidRDefault="00927D36" w:rsidP="004D77B9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</w:p>
          <w:p w14:paraId="1C1A9C6D" w14:textId="77777777" w:rsidR="002B7857" w:rsidRDefault="002B7857" w:rsidP="004D77B9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</w:p>
          <w:p w14:paraId="4D935C06" w14:textId="77777777" w:rsidR="00927D36" w:rsidRDefault="00927D36" w:rsidP="004D77B9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>CONFLIT D’INTERET EVENTUEL</w:t>
            </w:r>
          </w:p>
          <w:p w14:paraId="616F2421" w14:textId="77777777" w:rsidR="002B7857" w:rsidRDefault="002B7857" w:rsidP="004D77B9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</w:p>
          <w:p w14:paraId="5546D992" w14:textId="3CB7E1A7" w:rsidR="00927D36" w:rsidRDefault="00927D36" w:rsidP="004D77B9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</w:p>
        </w:tc>
        <w:tc>
          <w:tcPr>
            <w:tcW w:w="8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1A15A5E9" w14:textId="77777777" w:rsidR="00927D36" w:rsidRPr="00EC59E1" w:rsidRDefault="00927D36" w:rsidP="004D77B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14:paraId="7D3A94CE" w14:textId="77777777" w:rsidR="00927D36" w:rsidRDefault="00927D36" w:rsidP="00917B5D">
      <w:pPr>
        <w:pStyle w:val="Titre2"/>
      </w:pPr>
    </w:p>
    <w:p w14:paraId="2F7CBD93" w14:textId="784153D9" w:rsidR="00917B5D" w:rsidRDefault="00C44323" w:rsidP="00917B5D">
      <w:pPr>
        <w:pStyle w:val="Titre2"/>
      </w:pPr>
      <w:r>
        <w:lastRenderedPageBreak/>
        <w:t xml:space="preserve">Perspectives </w:t>
      </w:r>
    </w:p>
    <w:tbl>
      <w:tblPr>
        <w:tblW w:w="10880" w:type="dxa"/>
        <w:jc w:val="center"/>
        <w:tblCellSpacing w:w="42" w:type="dxa"/>
        <w:tblLayout w:type="fixed"/>
        <w:tblCellMar>
          <w:top w:w="113" w:type="dxa"/>
          <w:left w:w="340" w:type="dxa"/>
          <w:bottom w:w="113" w:type="dxa"/>
          <w:right w:w="567" w:type="dxa"/>
        </w:tblCellMar>
        <w:tblLook w:val="00A0" w:firstRow="1" w:lastRow="0" w:firstColumn="1" w:lastColumn="0" w:noHBand="0" w:noVBand="0"/>
      </w:tblPr>
      <w:tblGrid>
        <w:gridCol w:w="2122"/>
        <w:gridCol w:w="8758"/>
      </w:tblGrid>
      <w:tr w:rsidR="00917B5D" w:rsidRPr="00E70CE7" w14:paraId="6C10D0D6" w14:textId="77777777" w:rsidTr="00C44323">
        <w:trPr>
          <w:trHeight w:val="671"/>
          <w:tblCellSpacing w:w="42" w:type="dxa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  <w:hideMark/>
          </w:tcPr>
          <w:p w14:paraId="4514D91C" w14:textId="77777777" w:rsidR="00C44323" w:rsidRDefault="00C44323" w:rsidP="004D77B9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</w:p>
          <w:p w14:paraId="1ED1BE1C" w14:textId="6F770C04" w:rsidR="00917B5D" w:rsidRDefault="00C44323" w:rsidP="004D77B9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>RAISON DU CHOIX DE CET ESPACE</w:t>
            </w:r>
          </w:p>
          <w:p w14:paraId="43F07A82" w14:textId="77777777" w:rsidR="00C44323" w:rsidRDefault="00C44323" w:rsidP="004D77B9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</w:p>
          <w:p w14:paraId="5F8170B0" w14:textId="57ABA431" w:rsidR="00C44323" w:rsidRPr="00EC59E1" w:rsidRDefault="00C44323" w:rsidP="004D77B9">
            <w:pPr>
              <w:spacing w:after="0" w:line="240" w:lineRule="auto"/>
              <w:rPr>
                <w:rFonts w:ascii="Don José" w:eastAsia="Times New Roman" w:hAnsi="Don José" w:cs="Arial"/>
                <w:color w:val="000000" w:themeColor="text1"/>
                <w:lang w:eastAsia="fr-FR"/>
              </w:rPr>
            </w:pPr>
          </w:p>
        </w:tc>
        <w:tc>
          <w:tcPr>
            <w:tcW w:w="8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03CD0A4D" w14:textId="77777777" w:rsidR="00917B5D" w:rsidRPr="00EC59E1" w:rsidRDefault="00917B5D" w:rsidP="004D77B9">
            <w:pPr>
              <w:pStyle w:val="Paragraphedeliste"/>
              <w:spacing w:after="0" w:line="240" w:lineRule="auto"/>
              <w:ind w:left="450"/>
              <w:rPr>
                <w:rFonts w:asciiTheme="minorHAnsi" w:eastAsia="Times New Roman" w:hAnsiTheme="minorHAnsi" w:cs="Calibri"/>
                <w:color w:val="000000" w:themeColor="text1"/>
                <w:kern w:val="24"/>
                <w:lang w:eastAsia="fr-FR"/>
              </w:rPr>
            </w:pPr>
          </w:p>
        </w:tc>
      </w:tr>
      <w:tr w:rsidR="00917B5D" w:rsidRPr="00E70CE7" w14:paraId="2DBE392E" w14:textId="77777777" w:rsidTr="00C44323">
        <w:trPr>
          <w:trHeight w:val="590"/>
          <w:tblCellSpacing w:w="42" w:type="dxa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7E389D2D" w14:textId="77777777" w:rsidR="00C44323" w:rsidRDefault="00C44323" w:rsidP="004D77B9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</w:p>
          <w:p w14:paraId="677F8DBF" w14:textId="77777777" w:rsidR="00917B5D" w:rsidRDefault="00C44323" w:rsidP="004D77B9">
            <w:pPr>
              <w:spacing w:after="0" w:line="240" w:lineRule="auto"/>
              <w:rPr>
                <w:rFonts w:asciiTheme="minorHAnsi" w:eastAsia="Arial Black" w:hAnsiTheme="minorHAnsi" w:cs="Arial Black"/>
                <w:color w:val="000000" w:themeColor="text1"/>
                <w:kern w:val="24"/>
                <w:sz w:val="18"/>
                <w:szCs w:val="18"/>
                <w:lang w:eastAsia="fr-FR"/>
              </w:rPr>
            </w:pP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 xml:space="preserve">DEVENIR DE CET ESPACE </w:t>
            </w:r>
            <w:r w:rsidRPr="00C44323">
              <w:rPr>
                <w:rFonts w:asciiTheme="minorHAnsi" w:eastAsia="Arial Black" w:hAnsiTheme="minorHAnsi" w:cs="Arial Black"/>
                <w:color w:val="000000" w:themeColor="text1"/>
                <w:kern w:val="24"/>
                <w:sz w:val="18"/>
                <w:szCs w:val="18"/>
                <w:lang w:eastAsia="fr-FR"/>
              </w:rPr>
              <w:t>(volontés, projets à venir, …)</w:t>
            </w:r>
          </w:p>
          <w:p w14:paraId="5C2889AB" w14:textId="4BD9D120" w:rsidR="00C44323" w:rsidRPr="00EC59E1" w:rsidRDefault="00C44323" w:rsidP="004D77B9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</w:p>
        </w:tc>
        <w:tc>
          <w:tcPr>
            <w:tcW w:w="8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1A363C91" w14:textId="3FD37E30" w:rsidR="00917B5D" w:rsidRPr="00EC59E1" w:rsidRDefault="00917B5D" w:rsidP="004D77B9">
            <w:pPr>
              <w:pStyle w:val="Paragraphedeliste"/>
              <w:spacing w:after="0" w:line="240" w:lineRule="auto"/>
              <w:ind w:left="450"/>
              <w:rPr>
                <w:rFonts w:asciiTheme="minorHAnsi" w:eastAsia="Times New Roman" w:hAnsiTheme="minorHAnsi" w:cs="Calibri"/>
                <w:color w:val="000000" w:themeColor="text1"/>
                <w:kern w:val="24"/>
                <w:lang w:eastAsia="fr-FR"/>
              </w:rPr>
            </w:pPr>
          </w:p>
        </w:tc>
      </w:tr>
      <w:tr w:rsidR="00917B5D" w:rsidRPr="00753B7E" w14:paraId="6F97C3B9" w14:textId="77777777" w:rsidTr="00C44323">
        <w:trPr>
          <w:trHeight w:val="1301"/>
          <w:tblCellSpacing w:w="42" w:type="dxa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  <w:hideMark/>
          </w:tcPr>
          <w:p w14:paraId="75A45D85" w14:textId="6F9A2655" w:rsidR="00917B5D" w:rsidRPr="00EC59E1" w:rsidRDefault="00C44323" w:rsidP="004D77B9">
            <w:pPr>
              <w:spacing w:after="0" w:line="240" w:lineRule="auto"/>
              <w:rPr>
                <w:rFonts w:ascii="Don José" w:eastAsia="Times New Roman" w:hAnsi="Don José" w:cs="Arial"/>
                <w:color w:val="000000" w:themeColor="text1"/>
                <w:lang w:eastAsia="fr-FR"/>
              </w:rPr>
            </w:pP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>ATTENTES VIS-A-VIS DE L</w:t>
            </w:r>
            <w:r w:rsidR="00FD5D67"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>’ETUDE</w:t>
            </w: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 xml:space="preserve"> CARTOVEGETATION</w:t>
            </w:r>
          </w:p>
        </w:tc>
        <w:tc>
          <w:tcPr>
            <w:tcW w:w="8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3DA49FEB" w14:textId="77777777" w:rsidR="00917B5D" w:rsidRPr="00EC59E1" w:rsidRDefault="00917B5D" w:rsidP="004D77B9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kern w:val="24"/>
                <w:lang w:eastAsia="fr-FR"/>
              </w:rPr>
            </w:pPr>
          </w:p>
        </w:tc>
      </w:tr>
    </w:tbl>
    <w:p w14:paraId="0EB1AF1F" w14:textId="77777777" w:rsidR="00917B5D" w:rsidRDefault="00917B5D" w:rsidP="00917B5D"/>
    <w:p w14:paraId="726B5700" w14:textId="364AE004" w:rsidR="00C44323" w:rsidRDefault="00C44323" w:rsidP="00C44323">
      <w:pPr>
        <w:pStyle w:val="Titre2"/>
      </w:pPr>
      <w:r>
        <w:t xml:space="preserve">Retour d’expérience au projet </w:t>
      </w:r>
    </w:p>
    <w:tbl>
      <w:tblPr>
        <w:tblW w:w="10880" w:type="dxa"/>
        <w:jc w:val="center"/>
        <w:tblCellSpacing w:w="42" w:type="dxa"/>
        <w:tblLayout w:type="fixed"/>
        <w:tblCellMar>
          <w:top w:w="113" w:type="dxa"/>
          <w:left w:w="340" w:type="dxa"/>
          <w:bottom w:w="113" w:type="dxa"/>
          <w:right w:w="567" w:type="dxa"/>
        </w:tblCellMar>
        <w:tblLook w:val="00A0" w:firstRow="1" w:lastRow="0" w:firstColumn="1" w:lastColumn="0" w:noHBand="0" w:noVBand="0"/>
      </w:tblPr>
      <w:tblGrid>
        <w:gridCol w:w="2972"/>
        <w:gridCol w:w="7908"/>
      </w:tblGrid>
      <w:tr w:rsidR="00C44323" w:rsidRPr="00527152" w14:paraId="4B455D04" w14:textId="77777777" w:rsidTr="00C44323">
        <w:trPr>
          <w:trHeight w:val="504"/>
          <w:tblCellSpacing w:w="42" w:type="dxa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1AF59F67" w14:textId="11C8BB8C" w:rsidR="00C44323" w:rsidRPr="00EC59E1" w:rsidRDefault="00C44323" w:rsidP="0039397E">
            <w:pPr>
              <w:spacing w:after="0" w:line="240" w:lineRule="auto"/>
              <w:rPr>
                <w:rFonts w:ascii="Don José" w:eastAsia="Times New Roman" w:hAnsi="Don José" w:cs="Arial"/>
                <w:color w:val="000000" w:themeColor="text1"/>
                <w:lang w:eastAsia="fr-FR"/>
              </w:rPr>
            </w:pP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 xml:space="preserve">DISPONIBILITES POUR ECHANGER </w:t>
            </w:r>
            <w:r w:rsidR="00BF495E"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 xml:space="preserve">ET FAIRE </w:t>
            </w: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 xml:space="preserve">EVOLUER LES RESULTATS OBTENUS 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410DD8DD" w14:textId="55727D0D" w:rsidR="00C44323" w:rsidRPr="00EC59E1" w:rsidRDefault="00C44323" w:rsidP="0039397E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kern w:val="24"/>
                <w:lang w:eastAsia="fr-FR"/>
              </w:rPr>
            </w:pPr>
          </w:p>
        </w:tc>
      </w:tr>
      <w:tr w:rsidR="00BF495E" w:rsidRPr="00527152" w14:paraId="42DF9D7D" w14:textId="77777777" w:rsidTr="00BF495E">
        <w:trPr>
          <w:trHeight w:val="484"/>
          <w:tblCellSpacing w:w="42" w:type="dxa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432F437B" w14:textId="77777777" w:rsidR="00BF495E" w:rsidRDefault="00BF495E" w:rsidP="0039397E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</w:p>
          <w:p w14:paraId="58202DC4" w14:textId="658890FE" w:rsidR="00BF495E" w:rsidRDefault="00BF495E" w:rsidP="0039397E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>PERSONNES RESSOURCES</w:t>
            </w:r>
          </w:p>
          <w:p w14:paraId="3F0E4E46" w14:textId="46F73739" w:rsidR="00BF495E" w:rsidRPr="00EC59E1" w:rsidRDefault="00BF495E" w:rsidP="0039397E">
            <w:pPr>
              <w:spacing w:after="0" w:line="240" w:lineRule="auto"/>
              <w:rPr>
                <w:rFonts w:ascii="Don José" w:eastAsia="Times New Roman" w:hAnsi="Don José" w:cs="Arial"/>
                <w:color w:val="000000" w:themeColor="text1"/>
                <w:lang w:eastAsia="fr-FR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7DEB31BA" w14:textId="7CBB7763" w:rsidR="00BF495E" w:rsidRPr="00EC59E1" w:rsidRDefault="00BF495E" w:rsidP="0039397E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kern w:val="24"/>
                <w:lang w:eastAsia="fr-FR"/>
              </w:rPr>
            </w:pPr>
          </w:p>
        </w:tc>
      </w:tr>
      <w:tr w:rsidR="00BF495E" w:rsidRPr="00527152" w14:paraId="2034475D" w14:textId="77777777" w:rsidTr="00BF495E">
        <w:trPr>
          <w:trHeight w:val="444"/>
          <w:tblCellSpacing w:w="42" w:type="dxa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602ECBFE" w14:textId="500E25E3" w:rsidR="00BF495E" w:rsidRPr="00BF495E" w:rsidRDefault="00BF495E" w:rsidP="0039397E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>COMPETENCES SIG AU SEIN DE LA STRUCTURE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2EC6EB0E" w14:textId="120F50E5" w:rsidR="00BF495E" w:rsidRPr="00EC59E1" w:rsidRDefault="00BF495E" w:rsidP="0039397E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kern w:val="24"/>
                <w:lang w:eastAsia="fr-FR"/>
              </w:rPr>
            </w:pPr>
          </w:p>
        </w:tc>
      </w:tr>
    </w:tbl>
    <w:p w14:paraId="0A4F7185" w14:textId="77777777" w:rsidR="00267B03" w:rsidRDefault="00267B03" w:rsidP="00C44323">
      <w:pPr>
        <w:pStyle w:val="Titre2"/>
      </w:pPr>
    </w:p>
    <w:p w14:paraId="10A27502" w14:textId="7C740778" w:rsidR="00C44323" w:rsidRDefault="00BF495E" w:rsidP="00C44323">
      <w:pPr>
        <w:pStyle w:val="Titre2"/>
      </w:pPr>
      <w:r>
        <w:t>Perspectives du projet</w:t>
      </w:r>
    </w:p>
    <w:tbl>
      <w:tblPr>
        <w:tblW w:w="10880" w:type="dxa"/>
        <w:jc w:val="center"/>
        <w:tblCellSpacing w:w="42" w:type="dxa"/>
        <w:tblLayout w:type="fixed"/>
        <w:tblCellMar>
          <w:top w:w="113" w:type="dxa"/>
          <w:left w:w="340" w:type="dxa"/>
          <w:bottom w:w="113" w:type="dxa"/>
          <w:right w:w="567" w:type="dxa"/>
        </w:tblCellMar>
        <w:tblLook w:val="00A0" w:firstRow="1" w:lastRow="0" w:firstColumn="1" w:lastColumn="0" w:noHBand="0" w:noVBand="0"/>
      </w:tblPr>
      <w:tblGrid>
        <w:gridCol w:w="2972"/>
        <w:gridCol w:w="7908"/>
      </w:tblGrid>
      <w:tr w:rsidR="00C44323" w:rsidRPr="00E70CE7" w14:paraId="3760CAB1" w14:textId="77777777" w:rsidTr="00BF495E">
        <w:trPr>
          <w:trHeight w:val="740"/>
          <w:tblCellSpacing w:w="42" w:type="dxa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  <w:hideMark/>
          </w:tcPr>
          <w:p w14:paraId="68710D17" w14:textId="77777777" w:rsidR="00BF495E" w:rsidRDefault="00BF495E" w:rsidP="0039397E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</w:p>
          <w:p w14:paraId="5E094514" w14:textId="77777777" w:rsidR="002B7857" w:rsidRDefault="002B7857" w:rsidP="0039397E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</w:p>
          <w:p w14:paraId="0875A061" w14:textId="0176F1B4" w:rsidR="00C44323" w:rsidRDefault="00BF495E" w:rsidP="0039397E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>MOYENS FINANCIERS ET/OU HUMAINS POUR FAIRE SUITE A L</w:t>
            </w:r>
            <w:r w:rsidR="00FD5D67"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>’ETUDE</w:t>
            </w:r>
          </w:p>
          <w:p w14:paraId="71CB04C8" w14:textId="77777777" w:rsidR="002B7857" w:rsidRDefault="002B7857" w:rsidP="0039397E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</w:p>
          <w:p w14:paraId="61D9D2AC" w14:textId="77777777" w:rsidR="00267B03" w:rsidRDefault="00267B03" w:rsidP="0039397E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</w:p>
          <w:p w14:paraId="15B8FF9C" w14:textId="4F5E1C50" w:rsidR="00BF495E" w:rsidRPr="00EC59E1" w:rsidRDefault="00BF495E" w:rsidP="0039397E">
            <w:pPr>
              <w:spacing w:after="0" w:line="240" w:lineRule="auto"/>
              <w:rPr>
                <w:rFonts w:ascii="Don José" w:eastAsia="Times New Roman" w:hAnsi="Don José" w:cs="Arial"/>
                <w:color w:val="000000" w:themeColor="text1"/>
                <w:lang w:eastAsia="fr-FR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7532C29C" w14:textId="77777777" w:rsidR="00C44323" w:rsidRPr="00EC59E1" w:rsidRDefault="00C44323" w:rsidP="0039397E">
            <w:pPr>
              <w:pStyle w:val="Paragraphedeliste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C44323" w:rsidRPr="008F611F" w14:paraId="22934012" w14:textId="77777777" w:rsidTr="00BF495E">
        <w:trPr>
          <w:trHeight w:val="825"/>
          <w:tblCellSpacing w:w="42" w:type="dxa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  <w:hideMark/>
          </w:tcPr>
          <w:p w14:paraId="5A950878" w14:textId="77777777" w:rsidR="00BF495E" w:rsidRDefault="00BF495E" w:rsidP="0039397E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</w:p>
          <w:p w14:paraId="0D760DD1" w14:textId="77777777" w:rsidR="002B7857" w:rsidRDefault="002B7857" w:rsidP="0039397E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</w:p>
          <w:p w14:paraId="2A4115D0" w14:textId="77777777" w:rsidR="00C44323" w:rsidRDefault="00BF495E" w:rsidP="0039397E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  <w:r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  <w:t xml:space="preserve">VOLONTES D’AGIR POUR PROTEGER LES CONTINIUTES ECOLOGIQUES </w:t>
            </w:r>
          </w:p>
          <w:p w14:paraId="7168CCD5" w14:textId="77777777" w:rsidR="002B7857" w:rsidRDefault="002B7857" w:rsidP="0039397E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</w:p>
          <w:p w14:paraId="165DC3AF" w14:textId="77777777" w:rsidR="00267B03" w:rsidRDefault="00267B03" w:rsidP="0039397E">
            <w:pPr>
              <w:spacing w:after="0" w:line="240" w:lineRule="auto"/>
              <w:rPr>
                <w:rFonts w:ascii="Don José" w:eastAsia="Arial Black" w:hAnsi="Don José" w:cs="Arial Black"/>
                <w:b/>
                <w:bCs/>
                <w:color w:val="000000" w:themeColor="text1"/>
                <w:kern w:val="24"/>
                <w:lang w:eastAsia="fr-FR"/>
              </w:rPr>
            </w:pPr>
          </w:p>
          <w:p w14:paraId="174CB10F" w14:textId="23965DB1" w:rsidR="00BF495E" w:rsidRPr="00EC59E1" w:rsidRDefault="00BF495E" w:rsidP="0039397E">
            <w:pPr>
              <w:spacing w:after="0" w:line="240" w:lineRule="auto"/>
              <w:rPr>
                <w:rFonts w:ascii="Don José" w:eastAsia="Times New Roman" w:hAnsi="Don José" w:cs="Arial"/>
                <w:color w:val="000000" w:themeColor="text1"/>
                <w:lang w:eastAsia="fr-FR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66" w:type="dxa"/>
              <w:bottom w:w="0" w:type="dxa"/>
              <w:right w:w="66" w:type="dxa"/>
            </w:tcMar>
            <w:vAlign w:val="center"/>
          </w:tcPr>
          <w:p w14:paraId="74314E3C" w14:textId="77777777" w:rsidR="00C44323" w:rsidRPr="00EC59E1" w:rsidRDefault="00C44323" w:rsidP="0039397E">
            <w:pPr>
              <w:pStyle w:val="Paragraphedeliste"/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kern w:val="24"/>
                <w:lang w:eastAsia="fr-FR"/>
              </w:rPr>
            </w:pPr>
          </w:p>
        </w:tc>
      </w:tr>
    </w:tbl>
    <w:p w14:paraId="0C61332F" w14:textId="4FAD1DD0" w:rsidR="00EC59E1" w:rsidRPr="00BD4EAF" w:rsidRDefault="00EC59E1" w:rsidP="00EC59E1"/>
    <w:sectPr w:rsidR="00EC59E1" w:rsidRPr="00BD4EAF" w:rsidSect="00B978DE">
      <w:footerReference w:type="default" r:id="rId16"/>
      <w:pgSz w:w="11906" w:h="16838"/>
      <w:pgMar w:top="1417" w:right="1417" w:bottom="1417" w:left="1417" w:header="709" w:footer="709" w:gutter="0"/>
      <w:pgNumType w:start="0"/>
      <w:cols w:space="3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F1E16" w14:textId="77777777" w:rsidR="00567E65" w:rsidRDefault="00567E65" w:rsidP="00B44CF3">
      <w:pPr>
        <w:spacing w:after="0" w:line="240" w:lineRule="auto"/>
      </w:pPr>
      <w:r>
        <w:separator/>
      </w:r>
    </w:p>
  </w:endnote>
  <w:endnote w:type="continuationSeparator" w:id="0">
    <w:p w14:paraId="787679C7" w14:textId="77777777" w:rsidR="00567E65" w:rsidRDefault="00567E65" w:rsidP="00B44CF3">
      <w:pPr>
        <w:spacing w:after="0" w:line="240" w:lineRule="auto"/>
      </w:pPr>
      <w:r>
        <w:continuationSeparator/>
      </w:r>
    </w:p>
  </w:endnote>
  <w:endnote w:type="continuationNotice" w:id="1">
    <w:p w14:paraId="2573E4A5" w14:textId="77777777" w:rsidR="00567E65" w:rsidRDefault="00567E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rlow">
    <w:charset w:val="00"/>
    <w:family w:val="auto"/>
    <w:pitch w:val="variable"/>
    <w:sig w:usb0="20000007" w:usb1="00000000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rlow Black">
    <w:charset w:val="00"/>
    <w:family w:val="auto"/>
    <w:pitch w:val="variable"/>
    <w:sig w:usb0="20000007" w:usb1="00000000" w:usb2="00000000" w:usb3="00000000" w:csb0="000001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n José">
    <w:altName w:val="Calibri"/>
    <w:panose1 w:val="00000000000000000000"/>
    <w:charset w:val="00"/>
    <w:family w:val="modern"/>
    <w:notTrueType/>
    <w:pitch w:val="variable"/>
    <w:sig w:usb0="80000007" w:usb1="1000004A" w:usb2="00000000" w:usb3="00000000" w:csb0="00000001" w:csb1="00000000"/>
  </w:font>
  <w:font w:name="Barlow ExtraBold">
    <w:panose1 w:val="00000900000000000000"/>
    <w:charset w:val="00"/>
    <w:family w:val="auto"/>
    <w:pitch w:val="variable"/>
    <w:sig w:usb0="20000007" w:usb1="00000000" w:usb2="00000000" w:usb3="00000000" w:csb0="00000193" w:csb1="00000000"/>
  </w:font>
  <w:font w:name="Barlow Light">
    <w:charset w:val="00"/>
    <w:family w:val="auto"/>
    <w:pitch w:val="variable"/>
    <w:sig w:usb0="20000007" w:usb1="00000000" w:usb2="00000000" w:usb3="00000000" w:csb0="00000193" w:csb1="00000000"/>
  </w:font>
  <w:font w:name="Barlow regular">
    <w:panose1 w:val="00000000000000000000"/>
    <w:charset w:val="00"/>
    <w:family w:val="roman"/>
    <w:notTrueType/>
    <w:pitch w:val="default"/>
  </w:font>
  <w:font w:name="Barlow 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8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5F1F8" w14:textId="4219B962" w:rsidR="00030743" w:rsidRDefault="00927D36">
    <w:pPr>
      <w:pStyle w:val="Pieddepage"/>
    </w:pPr>
    <w:r>
      <w:rPr>
        <w:noProof/>
      </w:rPr>
      <w:drawing>
        <wp:anchor distT="0" distB="0" distL="114300" distR="114300" simplePos="0" relativeHeight="251664386" behindDoc="0" locked="0" layoutInCell="1" allowOverlap="1" wp14:anchorId="5221DB2F" wp14:editId="35A71AC3">
          <wp:simplePos x="0" y="0"/>
          <wp:positionH relativeFrom="margin">
            <wp:posOffset>5662930</wp:posOffset>
          </wp:positionH>
          <wp:positionV relativeFrom="paragraph">
            <wp:posOffset>280035</wp:posOffset>
          </wp:positionV>
          <wp:extent cx="496570" cy="194945"/>
          <wp:effectExtent l="0" t="0" r="0" b="0"/>
          <wp:wrapThrough wrapText="bothSides">
            <wp:wrapPolygon edited="0">
              <wp:start x="0" y="0"/>
              <wp:lineTo x="0" y="18997"/>
              <wp:lineTo x="8286" y="18997"/>
              <wp:lineTo x="20716" y="16886"/>
              <wp:lineTo x="20716" y="0"/>
              <wp:lineTo x="0" y="0"/>
            </wp:wrapPolygon>
          </wp:wrapThrough>
          <wp:docPr id="74718667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403" t="63412" r="1751" b="2845"/>
                  <a:stretch/>
                </pic:blipFill>
                <pic:spPr bwMode="auto">
                  <a:xfrm>
                    <a:off x="0" y="0"/>
                    <a:ext cx="496570" cy="1949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t xml:space="preserve"> </w:t>
    </w:r>
    <w:r w:rsidR="00702BE4"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1314" behindDoc="0" locked="0" layoutInCell="1" allowOverlap="1" wp14:anchorId="732BB902" wp14:editId="6F6573EA">
              <wp:simplePos x="0" y="0"/>
              <wp:positionH relativeFrom="column">
                <wp:posOffset>-404495</wp:posOffset>
              </wp:positionH>
              <wp:positionV relativeFrom="paragraph">
                <wp:posOffset>14605</wp:posOffset>
              </wp:positionV>
              <wp:extent cx="5280660" cy="457200"/>
              <wp:effectExtent l="0" t="0" r="0" b="0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066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0F65E8" w14:textId="0DC53F75" w:rsidR="0084225F" w:rsidRPr="0084225F" w:rsidRDefault="00000000">
                          <w:pPr>
                            <w:rPr>
                              <w:i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alias w:val="Catégorie "/>
                              <w:tag w:val=""/>
                              <w:id w:val="1454291213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Content>
                              <w:r w:rsidR="00917B5D">
                                <w:rPr>
                                  <w:i/>
                                  <w:color w:val="FFFFFF" w:themeColor="background1"/>
                                  <w:sz w:val="20"/>
                                  <w:szCs w:val="20"/>
                                </w:rPr>
                                <w:t>Formulaire de candi</w:t>
                              </w:r>
                              <w:r w:rsidR="006503C8">
                                <w:rPr>
                                  <w:i/>
                                  <w:color w:val="FFFFFF" w:themeColor="background1"/>
                                  <w:sz w:val="20"/>
                                  <w:szCs w:val="20"/>
                                </w:rPr>
                                <w:t>d</w:t>
                              </w:r>
                              <w:r w:rsidR="00917B5D">
                                <w:rPr>
                                  <w:i/>
                                  <w:color w:val="FFFFFF" w:themeColor="background1"/>
                                  <w:sz w:val="20"/>
                                  <w:szCs w:val="20"/>
                                </w:rPr>
                                <w:t>ature</w:t>
                              </w:r>
                            </w:sdtContent>
                          </w:sdt>
                          <w:r w:rsidR="00927D36">
                            <w:rPr>
                              <w:i/>
                              <w:color w:val="FFFFFF" w:themeColor="background1"/>
                              <w:sz w:val="20"/>
                              <w:szCs w:val="20"/>
                            </w:rPr>
                            <w:t xml:space="preserve"> – AMI </w:t>
                          </w:r>
                          <w:proofErr w:type="spellStart"/>
                          <w:r w:rsidR="00927D36">
                            <w:rPr>
                              <w:i/>
                              <w:color w:val="FFFFFF" w:themeColor="background1"/>
                              <w:sz w:val="20"/>
                              <w:szCs w:val="20"/>
                            </w:rPr>
                            <w:t>Cartovégétation</w:t>
                          </w:r>
                          <w:proofErr w:type="spellEnd"/>
                          <w:r w:rsidR="00927D36">
                            <w:rPr>
                              <w:i/>
                              <w:color w:val="FFFFFF" w:themeColor="background1"/>
                              <w:sz w:val="20"/>
                              <w:szCs w:val="20"/>
                            </w:rPr>
                            <w:t xml:space="preserve"> </w:t>
                          </w:r>
                          <w:r w:rsidR="00267B03">
                            <w:rPr>
                              <w:i/>
                              <w:color w:val="FFFFFF" w:themeColor="background1"/>
                              <w:sz w:val="20"/>
                              <w:szCs w:val="20"/>
                            </w:rPr>
                            <w:t>- 2025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2BB90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31.85pt;margin-top:1.15pt;width:415.8pt;height:36pt;z-index:25166131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" filled="f" stroked="f">
              <v:textbox>
                <w:txbxContent>
                  <w:p w14:paraId="770F65E8" w14:textId="0DC53F75" w:rsidR="0084225F" w:rsidRPr="0084225F" w:rsidRDefault="00267B03">
                    <w:pPr>
                      <w:rPr>
                        <w:i/>
                        <w:color w:val="FFFFFF" w:themeColor="background1"/>
                        <w:sz w:val="20"/>
                        <w:szCs w:val="20"/>
                      </w:rPr>
                    </w:pPr>
                    <w:sdt>
                      <w:sdtPr>
                        <w:rPr>
                          <w:i/>
                          <w:color w:val="FFFFFF" w:themeColor="background1"/>
                          <w:sz w:val="20"/>
                          <w:szCs w:val="20"/>
                        </w:rPr>
                        <w:alias w:val="Catégorie "/>
                        <w:tag w:val=""/>
                        <w:id w:val="1454291213"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EndPr/>
                      <w:sdtContent>
                        <w:r w:rsidR="00917B5D">
                          <w:rPr>
                            <w:i/>
                            <w:color w:val="FFFFFF" w:themeColor="background1"/>
                            <w:sz w:val="20"/>
                            <w:szCs w:val="20"/>
                          </w:rPr>
                          <w:t>Formulaire de candi</w:t>
                        </w:r>
                        <w:r w:rsidR="006503C8">
                          <w:rPr>
                            <w:i/>
                            <w:color w:val="FFFFFF" w:themeColor="background1"/>
                            <w:sz w:val="20"/>
                            <w:szCs w:val="20"/>
                          </w:rPr>
                          <w:t>d</w:t>
                        </w:r>
                        <w:r w:rsidR="00917B5D">
                          <w:rPr>
                            <w:i/>
                            <w:color w:val="FFFFFF" w:themeColor="background1"/>
                            <w:sz w:val="20"/>
                            <w:szCs w:val="20"/>
                          </w:rPr>
                          <w:t>ature</w:t>
                        </w:r>
                      </w:sdtContent>
                    </w:sdt>
                    <w:r w:rsidR="00927D36">
                      <w:rPr>
                        <w:i/>
                        <w:color w:val="FFFFFF" w:themeColor="background1"/>
                        <w:sz w:val="20"/>
                        <w:szCs w:val="20"/>
                      </w:rPr>
                      <w:t xml:space="preserve"> – AMI </w:t>
                    </w:r>
                    <w:proofErr w:type="spellStart"/>
                    <w:r w:rsidR="00927D36">
                      <w:rPr>
                        <w:i/>
                        <w:color w:val="FFFFFF" w:themeColor="background1"/>
                        <w:sz w:val="20"/>
                        <w:szCs w:val="20"/>
                      </w:rPr>
                      <w:t>Cartovégétation</w:t>
                    </w:r>
                    <w:proofErr w:type="spellEnd"/>
                    <w:r w:rsidR="00927D36">
                      <w:rPr>
                        <w:i/>
                        <w:color w:val="FFFFFF" w:themeColor="background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i/>
                        <w:color w:val="FFFFFF" w:themeColor="background1"/>
                        <w:sz w:val="20"/>
                        <w:szCs w:val="20"/>
                      </w:rPr>
                      <w:t>- 2025</w:t>
                    </w:r>
                  </w:p>
                </w:txbxContent>
              </v:textbox>
            </v:shape>
          </w:pict>
        </mc:Fallback>
      </mc:AlternateContent>
    </w:r>
    <w:r w:rsidR="00702BE4"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221CD152" wp14:editId="4696ED43">
          <wp:simplePos x="0" y="0"/>
          <wp:positionH relativeFrom="margin">
            <wp:posOffset>-1405890</wp:posOffset>
          </wp:positionH>
          <wp:positionV relativeFrom="paragraph">
            <wp:posOffset>-285750</wp:posOffset>
          </wp:positionV>
          <wp:extent cx="8629650" cy="1364615"/>
          <wp:effectExtent l="0" t="0" r="0" b="6985"/>
          <wp:wrapNone/>
          <wp:docPr id="411375037" name="Graphiqu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4403910" name="Graphiqu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29650" cy="1364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A7A3D"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3362" behindDoc="0" locked="0" layoutInCell="1" allowOverlap="1" wp14:anchorId="2718FF34" wp14:editId="05033BE5">
              <wp:simplePos x="0" y="0"/>
              <wp:positionH relativeFrom="column">
                <wp:posOffset>6110605</wp:posOffset>
              </wp:positionH>
              <wp:positionV relativeFrom="paragraph">
                <wp:posOffset>151765</wp:posOffset>
              </wp:positionV>
              <wp:extent cx="399415" cy="1404620"/>
              <wp:effectExtent l="0" t="0" r="0" b="0"/>
              <wp:wrapSquare wrapText="bothSides"/>
              <wp:docPr id="1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941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2B0AF8" w14:textId="77777777" w:rsidR="003A7A3D" w:rsidRPr="003A7A3D" w:rsidRDefault="003A7A3D" w:rsidP="003A7A3D">
                          <w:pPr>
                            <w:jc w:val="right"/>
                            <w:rPr>
                              <w:color w:val="FFFFFF" w:themeColor="background1"/>
                            </w:rPr>
                          </w:pPr>
                          <w:r w:rsidRPr="003A7A3D">
                            <w:rPr>
                              <w:color w:val="FFFFFF" w:themeColor="background1"/>
                            </w:rPr>
                            <w:fldChar w:fldCharType="begin"/>
                          </w:r>
                          <w:r w:rsidRPr="003A7A3D">
                            <w:rPr>
                              <w:color w:val="FFFFFF" w:themeColor="background1"/>
                            </w:rPr>
                            <w:instrText>PAGE   \* MERGEFORMAT</w:instrText>
                          </w:r>
                          <w:r w:rsidRPr="003A7A3D">
                            <w:rPr>
                              <w:color w:val="FFFFFF" w:themeColor="background1"/>
                            </w:rPr>
                            <w:fldChar w:fldCharType="separate"/>
                          </w:r>
                          <w:r w:rsidR="007E18E9">
                            <w:rPr>
                              <w:noProof/>
                              <w:color w:val="FFFFFF" w:themeColor="background1"/>
                            </w:rPr>
                            <w:t>1</w:t>
                          </w:r>
                          <w:r w:rsidRPr="003A7A3D"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2718FF34" id="_x0000_s1028" type="#_x0000_t202" style="position:absolute;margin-left:481.15pt;margin-top:11.95pt;width:31.45pt;height:110.6pt;z-index:25166336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" filled="f" stroked="f">
              <v:textbox style="mso-fit-shape-to-text:t">
                <w:txbxContent>
                  <w:p w14:paraId="432B0AF8" w14:textId="77777777" w:rsidR="003A7A3D" w:rsidRPr="003A7A3D" w:rsidRDefault="003A7A3D" w:rsidP="003A7A3D">
                    <w:pPr>
                      <w:jc w:val="right"/>
                      <w:rPr>
                        <w:color w:val="FFFFFF" w:themeColor="background1"/>
                      </w:rPr>
                    </w:pPr>
                    <w:r w:rsidRPr="003A7A3D">
                      <w:rPr>
                        <w:color w:val="FFFFFF" w:themeColor="background1"/>
                      </w:rPr>
                      <w:fldChar w:fldCharType="begin"/>
                    </w:r>
                    <w:r w:rsidRPr="003A7A3D">
                      <w:rPr>
                        <w:color w:val="FFFFFF" w:themeColor="background1"/>
                      </w:rPr>
                      <w:instrText>PAGE   \* MERGEFORMAT</w:instrText>
                    </w:r>
                    <w:r w:rsidRPr="003A7A3D">
                      <w:rPr>
                        <w:color w:val="FFFFFF" w:themeColor="background1"/>
                      </w:rPr>
                      <w:fldChar w:fldCharType="separate"/>
                    </w:r>
                    <w:r w:rsidR="007E18E9">
                      <w:rPr>
                        <w:noProof/>
                        <w:color w:val="FFFFFF" w:themeColor="background1"/>
                      </w:rPr>
                      <w:t>1</w:t>
                    </w:r>
                    <w:r w:rsidRPr="003A7A3D"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6A7075">
      <w:rPr>
        <w:noProof/>
        <w:lang w:eastAsia="fr-FR"/>
      </w:rPr>
      <w:drawing>
        <wp:anchor distT="0" distB="0" distL="114300" distR="114300" simplePos="0" relativeHeight="251659266" behindDoc="0" locked="0" layoutInCell="1" allowOverlap="1" wp14:anchorId="681D7709" wp14:editId="4D6C92F9">
          <wp:simplePos x="0" y="0"/>
          <wp:positionH relativeFrom="margin">
            <wp:posOffset>5119370</wp:posOffset>
          </wp:positionH>
          <wp:positionV relativeFrom="paragraph">
            <wp:posOffset>-478155</wp:posOffset>
          </wp:positionV>
          <wp:extent cx="965200" cy="837226"/>
          <wp:effectExtent l="0" t="0" r="6350" b="1270"/>
          <wp:wrapSquare wrapText="bothSides"/>
          <wp:docPr id="1505833897" name="Image 1" descr="Logo France Nature Environn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684957" name="Image 1" descr="Logo France Nature Environnement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200" cy="8372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30743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594F3A37" wp14:editId="4F792F10">
              <wp:simplePos x="0" y="0"/>
              <wp:positionH relativeFrom="column">
                <wp:posOffset>-2075346</wp:posOffset>
              </wp:positionH>
              <wp:positionV relativeFrom="paragraph">
                <wp:posOffset>-767715</wp:posOffset>
              </wp:positionV>
              <wp:extent cx="811033" cy="302150"/>
              <wp:effectExtent l="0" t="0" r="8255" b="3175"/>
              <wp:wrapNone/>
              <wp:docPr id="188191961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1033" cy="302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3699C2" w14:textId="77777777" w:rsidR="00030743" w:rsidRPr="007506B2" w:rsidRDefault="00030743" w:rsidP="00946522">
                          <w:pPr>
                            <w:pStyle w:val="Pagination"/>
                          </w:pPr>
                          <w:r w:rsidRPr="007506B2">
                            <w:fldChar w:fldCharType="begin"/>
                          </w:r>
                          <w:r w:rsidRPr="007506B2">
                            <w:instrText>PAGE   \* MERGEFORMAT</w:instrText>
                          </w:r>
                          <w:r w:rsidRPr="007506B2">
                            <w:fldChar w:fldCharType="separate"/>
                          </w:r>
                          <w:r w:rsidR="007E18E9">
                            <w:rPr>
                              <w:noProof/>
                            </w:rPr>
                            <w:t>1</w:t>
                          </w:r>
                          <w:r w:rsidRPr="007506B2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27432" rIns="0" bIns="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4F3A37" id="Text Box 5" o:spid="_x0000_s1029" type="#_x0000_t202" style="position:absolute;margin-left:-163.4pt;margin-top:-60.45pt;width:63.85pt;height:23.8pt;z-index:-25165823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" filled="f" stroked="f">
              <v:textbox inset="0,2.16pt,0,0">
                <w:txbxContent>
                  <w:p w14:paraId="643699C2" w14:textId="77777777" w:rsidR="00030743" w:rsidRPr="007506B2" w:rsidRDefault="00030743" w:rsidP="00946522">
                    <w:pPr>
                      <w:pStyle w:val="Pagination"/>
                    </w:pPr>
                    <w:r w:rsidRPr="007506B2">
                      <w:fldChar w:fldCharType="begin"/>
                    </w:r>
                    <w:r w:rsidRPr="007506B2">
                      <w:instrText>PAGE   \* MERGEFORMAT</w:instrText>
                    </w:r>
                    <w:r w:rsidRPr="007506B2">
                      <w:fldChar w:fldCharType="separate"/>
                    </w:r>
                    <w:r w:rsidR="007E18E9">
                      <w:rPr>
                        <w:noProof/>
                      </w:rPr>
                      <w:t>1</w:t>
                    </w:r>
                    <w:r w:rsidRPr="007506B2"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66C88" w14:textId="77777777" w:rsidR="00567E65" w:rsidRDefault="00567E65" w:rsidP="00B44CF3">
      <w:pPr>
        <w:spacing w:after="0" w:line="240" w:lineRule="auto"/>
      </w:pPr>
      <w:r>
        <w:separator/>
      </w:r>
    </w:p>
  </w:footnote>
  <w:footnote w:type="continuationSeparator" w:id="0">
    <w:p w14:paraId="5BD47862" w14:textId="77777777" w:rsidR="00567E65" w:rsidRDefault="00567E65" w:rsidP="00B44CF3">
      <w:pPr>
        <w:spacing w:after="0" w:line="240" w:lineRule="auto"/>
      </w:pPr>
      <w:r>
        <w:continuationSeparator/>
      </w:r>
    </w:p>
  </w:footnote>
  <w:footnote w:type="continuationNotice" w:id="1">
    <w:p w14:paraId="0CD84FF2" w14:textId="77777777" w:rsidR="00567E65" w:rsidRDefault="00567E6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6DB6B65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878784269" o:spid="_x0000_i1025" type="#_x0000_t75" style="width:255.9pt;height:2in;visibility:visible;mso-wrap-style:square">
            <v:imagedata r:id="rId1" o:title=""/>
          </v:shape>
        </w:pict>
      </mc:Choice>
      <mc:Fallback>
        <w:drawing>
          <wp:inline distT="0" distB="0" distL="0" distR="0" wp14:anchorId="7F7CF3F4" wp14:editId="77A7C9AE">
            <wp:extent cx="3249930" cy="1828800"/>
            <wp:effectExtent l="0" t="0" r="0" b="0"/>
            <wp:docPr id="878784269" name="Image 878784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93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3D10CDE"/>
    <w:multiLevelType w:val="hybridMultilevel"/>
    <w:tmpl w:val="84785BA8"/>
    <w:lvl w:ilvl="0" w:tplc="418294D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color w:val="D0182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7EAC"/>
    <w:multiLevelType w:val="hybridMultilevel"/>
    <w:tmpl w:val="B798F5D6"/>
    <w:lvl w:ilvl="0" w:tplc="49F6E996">
      <w:start w:val="1"/>
      <w:numFmt w:val="bullet"/>
      <w:lvlText w:val="&gt;"/>
      <w:lvlJc w:val="left"/>
      <w:pPr>
        <w:ind w:left="720" w:hanging="360"/>
      </w:pPr>
      <w:rPr>
        <w:rFonts w:ascii="Barlow Black" w:hAnsi="Barlow Black" w:hint="default"/>
        <w:color w:val="D01821"/>
        <w:spacing w:val="0"/>
        <w:w w:val="200"/>
        <w:kern w:val="16"/>
        <w:position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A7BE1"/>
    <w:multiLevelType w:val="multilevel"/>
    <w:tmpl w:val="8F009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025CD8"/>
    <w:multiLevelType w:val="hybridMultilevel"/>
    <w:tmpl w:val="7BCA90F0"/>
    <w:lvl w:ilvl="0" w:tplc="0478EEB8">
      <w:start w:val="1"/>
      <w:numFmt w:val="bullet"/>
      <w:lvlText w:val="&gt;"/>
      <w:lvlJc w:val="left"/>
      <w:pPr>
        <w:ind w:left="720" w:hanging="360"/>
      </w:pPr>
      <w:rPr>
        <w:rFonts w:ascii="Barlow Black" w:hAnsi="Barlow Black" w:hint="default"/>
        <w:color w:val="D0182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468BB"/>
    <w:multiLevelType w:val="hybridMultilevel"/>
    <w:tmpl w:val="5AB89FE2"/>
    <w:lvl w:ilvl="0" w:tplc="0478EEB8">
      <w:start w:val="1"/>
      <w:numFmt w:val="bullet"/>
      <w:lvlText w:val="&gt;"/>
      <w:lvlJc w:val="left"/>
      <w:pPr>
        <w:ind w:left="720" w:hanging="360"/>
      </w:pPr>
      <w:rPr>
        <w:rFonts w:ascii="Barlow Black" w:hAnsi="Barlow Black" w:hint="default"/>
        <w:color w:val="D0182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028CE"/>
    <w:multiLevelType w:val="hybridMultilevel"/>
    <w:tmpl w:val="FCDABADC"/>
    <w:lvl w:ilvl="0" w:tplc="8A6A6610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AA30657"/>
    <w:multiLevelType w:val="hybridMultilevel"/>
    <w:tmpl w:val="E8AE1894"/>
    <w:lvl w:ilvl="0" w:tplc="535AF8CA">
      <w:start w:val="1"/>
      <w:numFmt w:val="bullet"/>
      <w:pStyle w:val="liste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pacing w:val="0"/>
        <w:w w:val="200"/>
        <w:kern w:val="16"/>
        <w:position w:val="0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CA2EDF"/>
    <w:multiLevelType w:val="multilevel"/>
    <w:tmpl w:val="D0C0E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196006"/>
    <w:multiLevelType w:val="multilevel"/>
    <w:tmpl w:val="FCC48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6B2B12"/>
    <w:multiLevelType w:val="hybridMultilevel"/>
    <w:tmpl w:val="C3565932"/>
    <w:lvl w:ilvl="0" w:tplc="418294D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color w:val="D0182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8F13BE"/>
    <w:multiLevelType w:val="multilevel"/>
    <w:tmpl w:val="2C94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8182ED6"/>
    <w:multiLevelType w:val="hybridMultilevel"/>
    <w:tmpl w:val="0986CD08"/>
    <w:lvl w:ilvl="0" w:tplc="418294D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color w:val="D0182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E907B0"/>
    <w:multiLevelType w:val="multilevel"/>
    <w:tmpl w:val="22AA3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9F41F1"/>
    <w:multiLevelType w:val="hybridMultilevel"/>
    <w:tmpl w:val="7E420CD0"/>
    <w:lvl w:ilvl="0" w:tplc="A4D6514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5817811">
    <w:abstractNumId w:val="4"/>
  </w:num>
  <w:num w:numId="2" w16cid:durableId="859323083">
    <w:abstractNumId w:val="11"/>
  </w:num>
  <w:num w:numId="3" w16cid:durableId="70397091">
    <w:abstractNumId w:val="0"/>
  </w:num>
  <w:num w:numId="4" w16cid:durableId="1491941350">
    <w:abstractNumId w:val="9"/>
  </w:num>
  <w:num w:numId="5" w16cid:durableId="546993210">
    <w:abstractNumId w:val="3"/>
  </w:num>
  <w:num w:numId="6" w16cid:durableId="1957371957">
    <w:abstractNumId w:val="6"/>
  </w:num>
  <w:num w:numId="7" w16cid:durableId="1405685081">
    <w:abstractNumId w:val="1"/>
  </w:num>
  <w:num w:numId="8" w16cid:durableId="1478062596">
    <w:abstractNumId w:val="7"/>
  </w:num>
  <w:num w:numId="9" w16cid:durableId="1164319679">
    <w:abstractNumId w:val="12"/>
  </w:num>
  <w:num w:numId="10" w16cid:durableId="664361632">
    <w:abstractNumId w:val="2"/>
  </w:num>
  <w:num w:numId="11" w16cid:durableId="261451561">
    <w:abstractNumId w:val="8"/>
  </w:num>
  <w:num w:numId="12" w16cid:durableId="1906331009">
    <w:abstractNumId w:val="10"/>
  </w:num>
  <w:num w:numId="13" w16cid:durableId="1928347153">
    <w:abstractNumId w:val="6"/>
    <w:lvlOverride w:ilvl="0">
      <w:startOverride w:val="1"/>
    </w:lvlOverride>
  </w:num>
  <w:num w:numId="14" w16cid:durableId="347563590">
    <w:abstractNumId w:val="5"/>
  </w:num>
  <w:num w:numId="15" w16cid:durableId="13661305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B5D"/>
    <w:rsid w:val="0003039A"/>
    <w:rsid w:val="00030743"/>
    <w:rsid w:val="000374D3"/>
    <w:rsid w:val="00065A1B"/>
    <w:rsid w:val="00095332"/>
    <w:rsid w:val="000B1140"/>
    <w:rsid w:val="000D7985"/>
    <w:rsid w:val="0011194B"/>
    <w:rsid w:val="001148BD"/>
    <w:rsid w:val="00127AA4"/>
    <w:rsid w:val="001B0917"/>
    <w:rsid w:val="002069BC"/>
    <w:rsid w:val="00242413"/>
    <w:rsid w:val="002670FD"/>
    <w:rsid w:val="00267B03"/>
    <w:rsid w:val="00271134"/>
    <w:rsid w:val="002B7857"/>
    <w:rsid w:val="002D7896"/>
    <w:rsid w:val="002E6E44"/>
    <w:rsid w:val="003527A5"/>
    <w:rsid w:val="0037351F"/>
    <w:rsid w:val="00373955"/>
    <w:rsid w:val="0037424C"/>
    <w:rsid w:val="00375B3F"/>
    <w:rsid w:val="003A0CEE"/>
    <w:rsid w:val="003A6DDD"/>
    <w:rsid w:val="003A7A3D"/>
    <w:rsid w:val="003C6AFA"/>
    <w:rsid w:val="00425275"/>
    <w:rsid w:val="00445D83"/>
    <w:rsid w:val="004B0EB3"/>
    <w:rsid w:val="005317BB"/>
    <w:rsid w:val="00557984"/>
    <w:rsid w:val="00567E65"/>
    <w:rsid w:val="00570BE5"/>
    <w:rsid w:val="005736D0"/>
    <w:rsid w:val="0058752C"/>
    <w:rsid w:val="005A30DF"/>
    <w:rsid w:val="005F372E"/>
    <w:rsid w:val="0061627F"/>
    <w:rsid w:val="00616A3A"/>
    <w:rsid w:val="006503C8"/>
    <w:rsid w:val="006561C5"/>
    <w:rsid w:val="00671241"/>
    <w:rsid w:val="006A7075"/>
    <w:rsid w:val="006D2EAF"/>
    <w:rsid w:val="006D698B"/>
    <w:rsid w:val="006F14CF"/>
    <w:rsid w:val="006F1E02"/>
    <w:rsid w:val="00702BE4"/>
    <w:rsid w:val="007506B2"/>
    <w:rsid w:val="00750A69"/>
    <w:rsid w:val="007E18E9"/>
    <w:rsid w:val="007E22D4"/>
    <w:rsid w:val="00835310"/>
    <w:rsid w:val="0084225F"/>
    <w:rsid w:val="00845F8D"/>
    <w:rsid w:val="00874479"/>
    <w:rsid w:val="008A63CE"/>
    <w:rsid w:val="00917B5D"/>
    <w:rsid w:val="00927D36"/>
    <w:rsid w:val="00946522"/>
    <w:rsid w:val="00953C92"/>
    <w:rsid w:val="009A32CC"/>
    <w:rsid w:val="009B0055"/>
    <w:rsid w:val="009B55E3"/>
    <w:rsid w:val="009C1A6C"/>
    <w:rsid w:val="00A315CB"/>
    <w:rsid w:val="00A36BA8"/>
    <w:rsid w:val="00A36BDF"/>
    <w:rsid w:val="00AB7797"/>
    <w:rsid w:val="00B25CF2"/>
    <w:rsid w:val="00B44CF3"/>
    <w:rsid w:val="00B60556"/>
    <w:rsid w:val="00B619E5"/>
    <w:rsid w:val="00B72D0D"/>
    <w:rsid w:val="00B77608"/>
    <w:rsid w:val="00B80FCD"/>
    <w:rsid w:val="00B94BD4"/>
    <w:rsid w:val="00B9672A"/>
    <w:rsid w:val="00B978DE"/>
    <w:rsid w:val="00BD4EAF"/>
    <w:rsid w:val="00BE1873"/>
    <w:rsid w:val="00BF495E"/>
    <w:rsid w:val="00C35A82"/>
    <w:rsid w:val="00C44323"/>
    <w:rsid w:val="00C83CE2"/>
    <w:rsid w:val="00CB00BF"/>
    <w:rsid w:val="00CB29A1"/>
    <w:rsid w:val="00CC46BE"/>
    <w:rsid w:val="00CD4996"/>
    <w:rsid w:val="00CE2089"/>
    <w:rsid w:val="00D25A33"/>
    <w:rsid w:val="00D7237C"/>
    <w:rsid w:val="00DB4446"/>
    <w:rsid w:val="00DF642D"/>
    <w:rsid w:val="00E44022"/>
    <w:rsid w:val="00E939E3"/>
    <w:rsid w:val="00EB2122"/>
    <w:rsid w:val="00EC59E1"/>
    <w:rsid w:val="00ED0650"/>
    <w:rsid w:val="00EE3C6F"/>
    <w:rsid w:val="00F065B0"/>
    <w:rsid w:val="00F12DFF"/>
    <w:rsid w:val="00F723C6"/>
    <w:rsid w:val="00F97ADA"/>
    <w:rsid w:val="00FB689F"/>
    <w:rsid w:val="00FD5D67"/>
    <w:rsid w:val="00FE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D1CB52"/>
  <w15:chartTrackingRefBased/>
  <w15:docId w15:val="{5185A0C9-B156-4874-8867-270E149B5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EAF"/>
    <w:rPr>
      <w:rFonts w:ascii="Barlow" w:hAnsi="Barlow"/>
    </w:rPr>
  </w:style>
  <w:style w:type="paragraph" w:styleId="Titre1">
    <w:name w:val="heading 1"/>
    <w:basedOn w:val="Titre10"/>
    <w:next w:val="Normal"/>
    <w:link w:val="Titre1Car"/>
    <w:uiPriority w:val="9"/>
    <w:qFormat/>
    <w:rsid w:val="006D698B"/>
    <w:pPr>
      <w:outlineLvl w:val="0"/>
    </w:pPr>
  </w:style>
  <w:style w:type="paragraph" w:styleId="Titre2">
    <w:name w:val="heading 2"/>
    <w:basedOn w:val="Titre20"/>
    <w:link w:val="Titre2Car"/>
    <w:uiPriority w:val="9"/>
    <w:qFormat/>
    <w:rsid w:val="006D698B"/>
    <w:pPr>
      <w:outlineLvl w:val="1"/>
    </w:p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D698B"/>
    <w:pPr>
      <w:keepNext/>
      <w:keepLines/>
      <w:spacing w:before="40" w:after="0"/>
      <w:outlineLvl w:val="2"/>
    </w:pPr>
    <w:rPr>
      <w:rFonts w:eastAsiaTheme="majorEastAsia" w:cstheme="majorBidi"/>
      <w:b/>
      <w:i/>
      <w:color w:val="C90C0F" w:themeColor="text2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8752C"/>
    <w:pPr>
      <w:keepNext/>
      <w:keepLines/>
      <w:spacing w:before="40" w:after="0"/>
      <w:outlineLvl w:val="3"/>
    </w:pPr>
    <w:rPr>
      <w:rFonts w:asciiTheme="minorHAnsi" w:eastAsiaTheme="majorEastAsia" w:hAnsiTheme="minorHAnsi" w:cstheme="majorBidi"/>
      <w:b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6D698B"/>
    <w:pPr>
      <w:outlineLvl w:val="4"/>
    </w:pPr>
    <w:rPr>
      <w:i/>
      <w:color w:val="595959" w:themeColor="text1" w:themeTint="A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6D698B"/>
    <w:pPr>
      <w:outlineLvl w:val="5"/>
    </w:pPr>
    <w:rPr>
      <w:i/>
      <w:color w:val="F55659" w:themeColor="text2" w:themeTint="99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6D698B"/>
    <w:pPr>
      <w:outlineLvl w:val="6"/>
    </w:pPr>
    <w:rPr>
      <w:sz w:val="20"/>
      <w:u w:val="single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6D698B"/>
    <w:pPr>
      <w:outlineLvl w:val="7"/>
    </w:pPr>
    <w:rPr>
      <w:i/>
      <w:color w:val="7F7F7F" w:themeColor="text1" w:themeTint="8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44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44CF3"/>
  </w:style>
  <w:style w:type="paragraph" w:styleId="Pieddepage">
    <w:name w:val="footer"/>
    <w:basedOn w:val="Normal"/>
    <w:link w:val="PieddepageCar"/>
    <w:uiPriority w:val="99"/>
    <w:unhideWhenUsed/>
    <w:rsid w:val="00B44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44CF3"/>
  </w:style>
  <w:style w:type="character" w:styleId="Lienhypertexte">
    <w:name w:val="Hyperlink"/>
    <w:basedOn w:val="Policepardfaut"/>
    <w:uiPriority w:val="99"/>
    <w:unhideWhenUsed/>
    <w:rsid w:val="001B0917"/>
    <w:rPr>
      <w:color w:val="C90C0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1B0917"/>
    <w:rPr>
      <w:color w:val="605E5C"/>
      <w:shd w:val="clear" w:color="auto" w:fill="E1DFDD"/>
    </w:rPr>
  </w:style>
  <w:style w:type="paragraph" w:customStyle="1" w:styleId="Titre11">
    <w:name w:val="Titre1"/>
    <w:basedOn w:val="Normal"/>
    <w:link w:val="Titre1Car0"/>
    <w:rsid w:val="0037351F"/>
    <w:pPr>
      <w:ind w:left="170"/>
    </w:pPr>
    <w:rPr>
      <w:rFonts w:ascii="Don José" w:hAnsi="Don José"/>
      <w:noProof/>
      <w:color w:val="FFFFFF" w:themeColor="background1"/>
      <w:sz w:val="38"/>
      <w:szCs w:val="38"/>
    </w:rPr>
  </w:style>
  <w:style w:type="character" w:customStyle="1" w:styleId="Titre1Car0">
    <w:name w:val="Titre1 Car"/>
    <w:basedOn w:val="Policepardfaut"/>
    <w:link w:val="Titre11"/>
    <w:rsid w:val="0037351F"/>
    <w:rPr>
      <w:rFonts w:ascii="Don José" w:hAnsi="Don José"/>
      <w:noProof/>
      <w:color w:val="FFFFFF" w:themeColor="background1"/>
      <w:sz w:val="38"/>
      <w:szCs w:val="38"/>
    </w:rPr>
  </w:style>
  <w:style w:type="paragraph" w:customStyle="1" w:styleId="Titre21">
    <w:name w:val="Titre2"/>
    <w:basedOn w:val="Normal"/>
    <w:link w:val="Titre2Car0"/>
    <w:rsid w:val="0037351F"/>
    <w:pPr>
      <w:spacing w:line="240" w:lineRule="auto"/>
    </w:pPr>
    <w:rPr>
      <w:rFonts w:ascii="Barlow ExtraBold" w:hAnsi="Barlow ExtraBold"/>
      <w:i/>
      <w:iCs/>
      <w:color w:val="D01821"/>
      <w:sz w:val="26"/>
      <w:szCs w:val="26"/>
    </w:rPr>
  </w:style>
  <w:style w:type="character" w:customStyle="1" w:styleId="Titre2Car0">
    <w:name w:val="Titre2 Car"/>
    <w:basedOn w:val="Policepardfaut"/>
    <w:link w:val="Titre21"/>
    <w:rsid w:val="0037351F"/>
    <w:rPr>
      <w:rFonts w:ascii="Barlow ExtraBold" w:hAnsi="Barlow ExtraBold"/>
      <w:i/>
      <w:iCs/>
      <w:color w:val="D01821"/>
      <w:sz w:val="26"/>
      <w:szCs w:val="26"/>
    </w:rPr>
  </w:style>
  <w:style w:type="paragraph" w:customStyle="1" w:styleId="Chapeau">
    <w:name w:val="Chapeau"/>
    <w:basedOn w:val="Normal"/>
    <w:link w:val="ChapeauCar"/>
    <w:qFormat/>
    <w:rsid w:val="00845F8D"/>
    <w:pPr>
      <w:spacing w:line="240" w:lineRule="auto"/>
    </w:pPr>
    <w:rPr>
      <w:i/>
      <w:iCs/>
      <w:color w:val="D01821"/>
      <w:sz w:val="26"/>
      <w:szCs w:val="26"/>
    </w:rPr>
  </w:style>
  <w:style w:type="character" w:customStyle="1" w:styleId="ChapeauCar">
    <w:name w:val="Chapeau Car"/>
    <w:basedOn w:val="Policepardfaut"/>
    <w:link w:val="Chapeau"/>
    <w:rsid w:val="00845F8D"/>
    <w:rPr>
      <w:rFonts w:ascii="Barlow" w:hAnsi="Barlow"/>
      <w:i/>
      <w:iCs/>
      <w:color w:val="D01821"/>
      <w:sz w:val="26"/>
      <w:szCs w:val="26"/>
    </w:rPr>
  </w:style>
  <w:style w:type="paragraph" w:customStyle="1" w:styleId="SOUS-TITRE1">
    <w:name w:val="SOUS-TITRE 1"/>
    <w:basedOn w:val="Titre21"/>
    <w:link w:val="SOUS-TITRE1Car"/>
    <w:qFormat/>
    <w:rsid w:val="0037351F"/>
  </w:style>
  <w:style w:type="character" w:customStyle="1" w:styleId="SOUS-TITRE1Car">
    <w:name w:val="SOUS-TITRE 1 Car"/>
    <w:basedOn w:val="Titre2Car0"/>
    <w:link w:val="SOUS-TITRE1"/>
    <w:rsid w:val="0037351F"/>
    <w:rPr>
      <w:rFonts w:ascii="Barlow ExtraBold" w:hAnsi="Barlow ExtraBold"/>
      <w:i/>
      <w:iCs/>
      <w:color w:val="D01821"/>
      <w:sz w:val="26"/>
      <w:szCs w:val="26"/>
    </w:rPr>
  </w:style>
  <w:style w:type="paragraph" w:customStyle="1" w:styleId="Titre20">
    <w:name w:val="Titre.2"/>
    <w:basedOn w:val="Normal"/>
    <w:link w:val="Titre2Car1"/>
    <w:rsid w:val="009A32CC"/>
    <w:pPr>
      <w:spacing w:line="240" w:lineRule="auto"/>
    </w:pPr>
    <w:rPr>
      <w:rFonts w:ascii="Barlow Black" w:hAnsi="Barlow Black"/>
      <w:i/>
      <w:iCs/>
      <w:color w:val="D01821"/>
      <w:sz w:val="28"/>
      <w:szCs w:val="26"/>
      <w:u w:val="single"/>
    </w:rPr>
  </w:style>
  <w:style w:type="character" w:customStyle="1" w:styleId="Titre2Car1">
    <w:name w:val="Titre.2 Car"/>
    <w:basedOn w:val="Policepardfaut"/>
    <w:link w:val="Titre20"/>
    <w:rsid w:val="009A32CC"/>
    <w:rPr>
      <w:rFonts w:ascii="Barlow Black" w:hAnsi="Barlow Black"/>
      <w:i/>
      <w:iCs/>
      <w:color w:val="D01821"/>
      <w:sz w:val="28"/>
      <w:szCs w:val="26"/>
      <w:u w:val="single"/>
    </w:rPr>
  </w:style>
  <w:style w:type="paragraph" w:customStyle="1" w:styleId="contact">
    <w:name w:val="contact"/>
    <w:basedOn w:val="Normal"/>
    <w:link w:val="contactCar"/>
    <w:qFormat/>
    <w:rsid w:val="0037351F"/>
    <w:pPr>
      <w:spacing w:after="0"/>
    </w:pPr>
    <w:rPr>
      <w:rFonts w:ascii="Barlow Light" w:hAnsi="Barlow Light"/>
      <w:i/>
      <w:iCs/>
    </w:rPr>
  </w:style>
  <w:style w:type="character" w:customStyle="1" w:styleId="contactCar">
    <w:name w:val="contact Car"/>
    <w:basedOn w:val="Policepardfaut"/>
    <w:link w:val="contact"/>
    <w:rsid w:val="0037351F"/>
    <w:rPr>
      <w:rFonts w:ascii="Barlow Light" w:hAnsi="Barlow Light"/>
      <w:i/>
      <w:iCs/>
    </w:rPr>
  </w:style>
  <w:style w:type="paragraph" w:customStyle="1" w:styleId="numrotationpage">
    <w:name w:val="numérotation page"/>
    <w:basedOn w:val="Normal"/>
    <w:link w:val="numrotationpageCar"/>
    <w:rsid w:val="0037351F"/>
    <w:pPr>
      <w:spacing w:after="0" w:line="240" w:lineRule="auto"/>
    </w:pPr>
    <w:rPr>
      <w:sz w:val="20"/>
      <w:szCs w:val="20"/>
    </w:rPr>
  </w:style>
  <w:style w:type="character" w:customStyle="1" w:styleId="numrotationpageCar">
    <w:name w:val="numérotation page Car"/>
    <w:basedOn w:val="Policepardfaut"/>
    <w:link w:val="numrotationpage"/>
    <w:rsid w:val="0037351F"/>
    <w:rPr>
      <w:rFonts w:ascii="Barlow" w:hAnsi="Barlow"/>
      <w:sz w:val="20"/>
      <w:szCs w:val="20"/>
    </w:rPr>
  </w:style>
  <w:style w:type="paragraph" w:customStyle="1" w:styleId="Titre10">
    <w:name w:val="Titre.1"/>
    <w:basedOn w:val="Titre11"/>
    <w:link w:val="Titre1Car1"/>
    <w:rsid w:val="00E44022"/>
    <w:pPr>
      <w:ind w:left="0"/>
    </w:pPr>
    <w:rPr>
      <w:rFonts w:ascii="Barlow" w:hAnsi="Barlow"/>
      <w:b/>
      <w:color w:val="000000" w:themeColor="text1"/>
      <w:sz w:val="40"/>
      <w:szCs w:val="40"/>
    </w:rPr>
  </w:style>
  <w:style w:type="character" w:customStyle="1" w:styleId="Titre1Car1">
    <w:name w:val="Titre.1 Car"/>
    <w:basedOn w:val="Titre1Car0"/>
    <w:link w:val="Titre10"/>
    <w:rsid w:val="00E44022"/>
    <w:rPr>
      <w:rFonts w:ascii="Barlow" w:hAnsi="Barlow"/>
      <w:b/>
      <w:noProof/>
      <w:color w:val="000000" w:themeColor="text1"/>
      <w:sz w:val="40"/>
      <w:szCs w:val="40"/>
    </w:rPr>
  </w:style>
  <w:style w:type="paragraph" w:customStyle="1" w:styleId="Style1">
    <w:name w:val="Style1"/>
    <w:basedOn w:val="Normal"/>
    <w:link w:val="Style1Car"/>
    <w:rsid w:val="00445D83"/>
    <w:pPr>
      <w:spacing w:before="120" w:after="120" w:line="240" w:lineRule="auto"/>
    </w:pPr>
    <w:rPr>
      <w:rFonts w:ascii="Barlow regular" w:hAnsi="Barlow regular"/>
    </w:rPr>
  </w:style>
  <w:style w:type="character" w:customStyle="1" w:styleId="Style1Car">
    <w:name w:val="Style1 Car"/>
    <w:basedOn w:val="Policepardfaut"/>
    <w:link w:val="Style1"/>
    <w:rsid w:val="00445D83"/>
    <w:rPr>
      <w:rFonts w:ascii="Barlow regular" w:hAnsi="Barlow regular"/>
    </w:rPr>
  </w:style>
  <w:style w:type="paragraph" w:customStyle="1" w:styleId="flcheliste">
    <w:name w:val="flèche liste"/>
    <w:basedOn w:val="Normal"/>
    <w:link w:val="flchelisteCar"/>
    <w:rsid w:val="00445D83"/>
    <w:pPr>
      <w:spacing w:before="120" w:after="120" w:line="240" w:lineRule="auto"/>
    </w:pPr>
    <w:rPr>
      <w:rFonts w:ascii="Barlow Black" w:hAnsi="Barlow Black"/>
      <w:color w:val="D01821"/>
    </w:rPr>
  </w:style>
  <w:style w:type="character" w:customStyle="1" w:styleId="flchelisteCar">
    <w:name w:val="flèche liste Car"/>
    <w:basedOn w:val="Policepardfaut"/>
    <w:link w:val="flcheliste"/>
    <w:rsid w:val="00445D83"/>
    <w:rPr>
      <w:rFonts w:ascii="Barlow Black" w:hAnsi="Barlow Black"/>
      <w:color w:val="D01821"/>
    </w:rPr>
  </w:style>
  <w:style w:type="paragraph" w:customStyle="1" w:styleId="liste">
    <w:name w:val="liste"/>
    <w:basedOn w:val="Normal"/>
    <w:link w:val="listeCar"/>
    <w:qFormat/>
    <w:rsid w:val="00445D83"/>
    <w:pPr>
      <w:numPr>
        <w:numId w:val="6"/>
      </w:numPr>
      <w:spacing w:before="120" w:after="120" w:line="240" w:lineRule="auto"/>
    </w:pPr>
    <w:rPr>
      <w:rFonts w:ascii="Barlow regular" w:hAnsi="Barlow regular"/>
    </w:rPr>
  </w:style>
  <w:style w:type="character" w:customStyle="1" w:styleId="listeCar">
    <w:name w:val="liste Car"/>
    <w:basedOn w:val="Policepardfaut"/>
    <w:link w:val="liste"/>
    <w:rsid w:val="00445D83"/>
    <w:rPr>
      <w:rFonts w:ascii="Barlow regular" w:hAnsi="Barlow regular"/>
    </w:rPr>
  </w:style>
  <w:style w:type="paragraph" w:styleId="Paragraphedeliste">
    <w:name w:val="List Paragraph"/>
    <w:basedOn w:val="Normal"/>
    <w:uiPriority w:val="34"/>
    <w:qFormat/>
    <w:rsid w:val="003C6AFA"/>
    <w:pPr>
      <w:ind w:left="720"/>
      <w:contextualSpacing/>
    </w:pPr>
  </w:style>
  <w:style w:type="paragraph" w:customStyle="1" w:styleId="Pagination">
    <w:name w:val="Pagination"/>
    <w:basedOn w:val="numrotationpage"/>
    <w:link w:val="PaginationCar"/>
    <w:qFormat/>
    <w:rsid w:val="00946522"/>
    <w:rPr>
      <w:rFonts w:ascii="Don José" w:hAnsi="Don José"/>
      <w:color w:val="000000" w:themeColor="text1"/>
    </w:rPr>
  </w:style>
  <w:style w:type="character" w:customStyle="1" w:styleId="PaginationCar">
    <w:name w:val="Pagination Car"/>
    <w:basedOn w:val="numrotationpageCar"/>
    <w:link w:val="Pagination"/>
    <w:rsid w:val="00946522"/>
    <w:rPr>
      <w:rFonts w:ascii="Don José" w:hAnsi="Don José"/>
      <w:color w:val="000000" w:themeColor="text1"/>
      <w:sz w:val="20"/>
      <w:szCs w:val="20"/>
    </w:rPr>
  </w:style>
  <w:style w:type="paragraph" w:customStyle="1" w:styleId="accentuation">
    <w:name w:val="accentuation."/>
    <w:basedOn w:val="Normal"/>
    <w:link w:val="accentuationCar"/>
    <w:qFormat/>
    <w:rsid w:val="00445D83"/>
    <w:pPr>
      <w:spacing w:before="120" w:after="120" w:line="240" w:lineRule="auto"/>
    </w:pPr>
    <w:rPr>
      <w:rFonts w:ascii="Barlow Bold" w:hAnsi="Barlow Bold"/>
    </w:rPr>
  </w:style>
  <w:style w:type="character" w:customStyle="1" w:styleId="accentuationCar">
    <w:name w:val="accentuation. Car"/>
    <w:basedOn w:val="Policepardfaut"/>
    <w:link w:val="accentuation"/>
    <w:rsid w:val="00445D83"/>
    <w:rPr>
      <w:rFonts w:ascii="Barlow Bold" w:hAnsi="Barlow Bold"/>
    </w:rPr>
  </w:style>
  <w:style w:type="character" w:customStyle="1" w:styleId="Titre2Car">
    <w:name w:val="Titre 2 Car"/>
    <w:basedOn w:val="Policepardfaut"/>
    <w:link w:val="Titre2"/>
    <w:uiPriority w:val="9"/>
    <w:rsid w:val="006D698B"/>
    <w:rPr>
      <w:rFonts w:ascii="Barlow Black" w:hAnsi="Barlow Black"/>
      <w:i/>
      <w:iCs/>
      <w:color w:val="D01821"/>
      <w:sz w:val="28"/>
      <w:szCs w:val="26"/>
      <w:u w:val="single"/>
    </w:rPr>
  </w:style>
  <w:style w:type="character" w:styleId="lev">
    <w:name w:val="Strong"/>
    <w:basedOn w:val="Policepardfaut"/>
    <w:uiPriority w:val="22"/>
    <w:qFormat/>
    <w:rsid w:val="00DF642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F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Accentuation0">
    <w:name w:val="Emphasis"/>
    <w:basedOn w:val="Policepardfaut"/>
    <w:uiPriority w:val="20"/>
    <w:qFormat/>
    <w:rsid w:val="00DF642D"/>
    <w:rPr>
      <w:i/>
      <w:iCs/>
    </w:rPr>
  </w:style>
  <w:style w:type="character" w:customStyle="1" w:styleId="caps">
    <w:name w:val="caps"/>
    <w:basedOn w:val="Policepardfaut"/>
    <w:rsid w:val="00DF642D"/>
  </w:style>
  <w:style w:type="paragraph" w:customStyle="1" w:styleId="paragraphedeliste1">
    <w:name w:val="paragraphedeliste1"/>
    <w:basedOn w:val="Normal"/>
    <w:rsid w:val="00DF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customStyle="1" w:styleId="Titre3Car">
    <w:name w:val="Titre 3 Car"/>
    <w:basedOn w:val="Policepardfaut"/>
    <w:link w:val="Titre3"/>
    <w:uiPriority w:val="9"/>
    <w:rsid w:val="006D698B"/>
    <w:rPr>
      <w:rFonts w:ascii="Barlow" w:eastAsiaTheme="majorEastAsia" w:hAnsi="Barlow" w:cstheme="majorBidi"/>
      <w:b/>
      <w:i/>
      <w:color w:val="C90C0F" w:themeColor="text2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6D698B"/>
    <w:rPr>
      <w:rFonts w:ascii="Barlow" w:hAnsi="Barlow"/>
      <w:b/>
      <w:noProof/>
      <w:color w:val="000000" w:themeColor="text1"/>
      <w:sz w:val="40"/>
      <w:szCs w:val="40"/>
    </w:rPr>
  </w:style>
  <w:style w:type="character" w:customStyle="1" w:styleId="Titre4Car">
    <w:name w:val="Titre 4 Car"/>
    <w:basedOn w:val="Policepardfaut"/>
    <w:link w:val="Titre4"/>
    <w:uiPriority w:val="9"/>
    <w:rsid w:val="0058752C"/>
    <w:rPr>
      <w:rFonts w:eastAsiaTheme="majorEastAsia" w:cstheme="majorBidi"/>
      <w:b/>
      <w:iCs/>
      <w:color w:val="000000" w:themeColor="text1"/>
    </w:rPr>
  </w:style>
  <w:style w:type="paragraph" w:customStyle="1" w:styleId="Cartouche">
    <w:name w:val="Cartouche"/>
    <w:basedOn w:val="Normal"/>
    <w:link w:val="CartoucheCar"/>
    <w:qFormat/>
    <w:rsid w:val="00445D83"/>
    <w:pPr>
      <w:spacing w:after="0" w:line="240" w:lineRule="auto"/>
      <w:ind w:left="227"/>
    </w:pPr>
    <w:rPr>
      <w:rFonts w:ascii="Don José" w:hAnsi="Don José"/>
      <w:color w:val="FFFFFF" w:themeColor="background1"/>
      <w:sz w:val="40"/>
      <w:lang w:eastAsia="fr-FR"/>
    </w:rPr>
  </w:style>
  <w:style w:type="character" w:customStyle="1" w:styleId="CartoucheCar">
    <w:name w:val="Cartouche Car"/>
    <w:basedOn w:val="Policepardfaut"/>
    <w:link w:val="Cartouche"/>
    <w:rsid w:val="00445D83"/>
    <w:rPr>
      <w:rFonts w:ascii="Don José" w:hAnsi="Don José"/>
      <w:color w:val="FFFFFF" w:themeColor="background1"/>
      <w:sz w:val="4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6D2EAF"/>
    <w:rPr>
      <w:color w:val="96080B" w:themeColor="followed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B60556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712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1241"/>
    <w:rPr>
      <w:rFonts w:ascii="Segoe UI" w:hAnsi="Segoe UI" w:cs="Segoe UI"/>
      <w:sz w:val="18"/>
      <w:szCs w:val="18"/>
    </w:rPr>
  </w:style>
  <w:style w:type="paragraph" w:customStyle="1" w:styleId="Miseenvaleur">
    <w:name w:val="Mise en valeur"/>
    <w:basedOn w:val="Normal"/>
    <w:next w:val="Normal"/>
    <w:link w:val="MiseenvaleurCar"/>
    <w:rsid w:val="006A7075"/>
  </w:style>
  <w:style w:type="paragraph" w:customStyle="1" w:styleId="Grassurlign">
    <w:name w:val="Gras surligné"/>
    <w:basedOn w:val="Normal"/>
    <w:next w:val="Normal"/>
    <w:link w:val="GrassurlignCar"/>
    <w:qFormat/>
    <w:rsid w:val="006A7075"/>
    <w:pPr>
      <w:shd w:val="clear" w:color="auto" w:fill="FFED1D" w:themeFill="accent2"/>
    </w:pPr>
    <w:rPr>
      <w:b/>
      <w:shd w:val="clear" w:color="auto" w:fill="FFED1D" w:themeFill="accent2"/>
    </w:rPr>
  </w:style>
  <w:style w:type="character" w:customStyle="1" w:styleId="MiseenvaleurCar">
    <w:name w:val="Mise en valeur Car"/>
    <w:basedOn w:val="Titre2Car1"/>
    <w:link w:val="Miseenvaleur"/>
    <w:rsid w:val="006A7075"/>
    <w:rPr>
      <w:rFonts w:ascii="Barlow" w:hAnsi="Barlow"/>
      <w:i w:val="0"/>
      <w:iCs w:val="0"/>
      <w:color w:val="D01821"/>
      <w:sz w:val="28"/>
      <w:szCs w:val="26"/>
      <w:u w:val="single"/>
    </w:rPr>
  </w:style>
  <w:style w:type="character" w:customStyle="1" w:styleId="GrassurlignCar">
    <w:name w:val="Gras surligné Car"/>
    <w:basedOn w:val="Policepardfaut"/>
    <w:link w:val="Grassurlign"/>
    <w:rsid w:val="006A7075"/>
    <w:rPr>
      <w:rFonts w:ascii="Barlow" w:hAnsi="Barlow"/>
      <w:b/>
      <w:shd w:val="clear" w:color="auto" w:fill="FFED1D" w:themeFill="accent2"/>
    </w:rPr>
  </w:style>
  <w:style w:type="character" w:customStyle="1" w:styleId="Titre5Car">
    <w:name w:val="Titre 5 Car"/>
    <w:basedOn w:val="Policepardfaut"/>
    <w:link w:val="Titre5"/>
    <w:uiPriority w:val="9"/>
    <w:rsid w:val="006D698B"/>
    <w:rPr>
      <w:rFonts w:ascii="Barlow" w:hAnsi="Barlow"/>
      <w:i/>
      <w:color w:val="595959" w:themeColor="text1" w:themeTint="A6"/>
    </w:rPr>
  </w:style>
  <w:style w:type="character" w:customStyle="1" w:styleId="Titre6Car">
    <w:name w:val="Titre 6 Car"/>
    <w:basedOn w:val="Policepardfaut"/>
    <w:link w:val="Titre6"/>
    <w:uiPriority w:val="9"/>
    <w:rsid w:val="006D698B"/>
    <w:rPr>
      <w:rFonts w:ascii="Barlow" w:hAnsi="Barlow"/>
      <w:i/>
      <w:color w:val="F55659" w:themeColor="text2" w:themeTint="99"/>
    </w:rPr>
  </w:style>
  <w:style w:type="character" w:customStyle="1" w:styleId="Titre7Car">
    <w:name w:val="Titre 7 Car"/>
    <w:basedOn w:val="Policepardfaut"/>
    <w:link w:val="Titre7"/>
    <w:uiPriority w:val="9"/>
    <w:rsid w:val="006D698B"/>
    <w:rPr>
      <w:rFonts w:ascii="Barlow" w:hAnsi="Barlow"/>
      <w:sz w:val="20"/>
      <w:u w:val="single"/>
    </w:rPr>
  </w:style>
  <w:style w:type="character" w:customStyle="1" w:styleId="Titre8Car">
    <w:name w:val="Titre 8 Car"/>
    <w:basedOn w:val="Policepardfaut"/>
    <w:link w:val="Titre8"/>
    <w:uiPriority w:val="9"/>
    <w:rsid w:val="006D698B"/>
    <w:rPr>
      <w:rFonts w:ascii="Barlow" w:hAnsi="Barlow"/>
      <w:i/>
      <w:color w:val="7F7F7F" w:themeColor="text1" w:themeTint="80"/>
      <w:sz w:val="20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02BE4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noProof w:val="0"/>
      <w:color w:val="C90C0F" w:themeColor="text2"/>
      <w:kern w:val="0"/>
      <w:sz w:val="32"/>
      <w:szCs w:val="32"/>
      <w:lang w:eastAsia="fr-FR"/>
      <w14:ligatures w14:val="none"/>
    </w:rPr>
  </w:style>
  <w:style w:type="paragraph" w:styleId="TM2">
    <w:name w:val="toc 2"/>
    <w:basedOn w:val="Normal"/>
    <w:next w:val="Normal"/>
    <w:autoRedefine/>
    <w:uiPriority w:val="39"/>
    <w:unhideWhenUsed/>
    <w:rsid w:val="00702BE4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702BE4"/>
    <w:pPr>
      <w:spacing w:after="100"/>
      <w:ind w:left="440"/>
    </w:pPr>
  </w:style>
  <w:style w:type="paragraph" w:styleId="TM1">
    <w:name w:val="toc 1"/>
    <w:basedOn w:val="Normal"/>
    <w:next w:val="Normal"/>
    <w:autoRedefine/>
    <w:uiPriority w:val="39"/>
    <w:unhideWhenUsed/>
    <w:rsid w:val="00702BE4"/>
    <w:pPr>
      <w:spacing w:after="100"/>
    </w:pPr>
  </w:style>
  <w:style w:type="paragraph" w:styleId="TM4">
    <w:name w:val="toc 4"/>
    <w:basedOn w:val="Normal"/>
    <w:next w:val="Normal"/>
    <w:autoRedefine/>
    <w:uiPriority w:val="39"/>
    <w:unhideWhenUsed/>
    <w:rsid w:val="00702BE4"/>
    <w:pPr>
      <w:spacing w:after="100"/>
      <w:ind w:left="660"/>
    </w:pPr>
  </w:style>
  <w:style w:type="paragraph" w:styleId="TM5">
    <w:name w:val="toc 5"/>
    <w:basedOn w:val="Normal"/>
    <w:next w:val="Normal"/>
    <w:autoRedefine/>
    <w:uiPriority w:val="39"/>
    <w:unhideWhenUsed/>
    <w:rsid w:val="00702BE4"/>
    <w:pPr>
      <w:spacing w:after="100"/>
      <w:ind w:left="880"/>
    </w:pPr>
  </w:style>
  <w:style w:type="character" w:styleId="Mentionnonrsolue">
    <w:name w:val="Unresolved Mention"/>
    <w:basedOn w:val="Policepardfaut"/>
    <w:uiPriority w:val="99"/>
    <w:semiHidden/>
    <w:unhideWhenUsed/>
    <w:rsid w:val="00EC59E1"/>
    <w:rPr>
      <w:color w:val="605E5C"/>
      <w:shd w:val="clear" w:color="auto" w:fill="E1DFDD"/>
    </w:rPr>
  </w:style>
  <w:style w:type="paragraph" w:styleId="Sansinterligne">
    <w:name w:val="No Spacing"/>
    <w:link w:val="SansinterligneCar"/>
    <w:uiPriority w:val="1"/>
    <w:qFormat/>
    <w:rsid w:val="00B978DE"/>
    <w:pPr>
      <w:spacing w:after="0" w:line="240" w:lineRule="auto"/>
    </w:pPr>
    <w:rPr>
      <w:rFonts w:eastAsiaTheme="minorEastAsia"/>
      <w:kern w:val="0"/>
      <w:lang w:eastAsia="fr-FR"/>
      <w14:ligatures w14:val="none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978DE"/>
    <w:rPr>
      <w:rFonts w:eastAsiaTheme="minorEastAsia"/>
      <w:kern w:val="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9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image" Target="media/image7.sv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6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svg"/><Relationship Id="rId2" Type="http://schemas.openxmlformats.org/officeDocument/2006/relationships/image" Target="media/image9.png"/><Relationship Id="rId1" Type="http://schemas.openxmlformats.org/officeDocument/2006/relationships/image" Target="media/image8.png"/><Relationship Id="rId4" Type="http://schemas.openxmlformats.org/officeDocument/2006/relationships/image" Target="media/image11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toV&#233;g&#233;tation\Downloads\Mod&#232;le-Brief-cr&#233;ati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56236D390E441AC9B575C6A7B7519F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283C553-055F-4F84-8650-B080169A77B6}"/>
      </w:docPartPr>
      <w:docPartBody>
        <w:p w:rsidR="00877D49" w:rsidRDefault="00877D49">
          <w:pPr>
            <w:pStyle w:val="856236D390E441AC9B575C6A7B7519F2"/>
          </w:pPr>
          <w:r w:rsidRPr="00885747">
            <w:rPr>
              <w:rStyle w:val="Textedelespacerserv"/>
            </w:rPr>
            <w:t>[Catégorie ]</w:t>
          </w:r>
        </w:p>
      </w:docPartBody>
    </w:docPart>
    <w:docPart>
      <w:docPartPr>
        <w:name w:val="4E0D79868C804F83B843AB2FAD0190D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2636D10-DDF8-4C46-8D08-9CB2AAC30195}"/>
      </w:docPartPr>
      <w:docPartBody>
        <w:p w:rsidR="00877D49" w:rsidRDefault="00087933" w:rsidP="00087933">
          <w:pPr>
            <w:pStyle w:val="4E0D79868C804F83B843AB2FAD0190D2"/>
          </w:pPr>
          <w:r w:rsidRPr="00885747">
            <w:rPr>
              <w:rStyle w:val="Textedelespacerserv"/>
            </w:rPr>
            <w:t>[Catégorie ]</w:t>
          </w:r>
        </w:p>
      </w:docPartBody>
    </w:docPart>
    <w:docPart>
      <w:docPartPr>
        <w:name w:val="1C804888C4D245DD95C082DBEF31ADD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CA5F25-8473-410D-B165-209A7F2D5DF1}"/>
      </w:docPartPr>
      <w:docPartBody>
        <w:p w:rsidR="00877D49" w:rsidRDefault="00087933" w:rsidP="00087933">
          <w:pPr>
            <w:pStyle w:val="1C804888C4D245DD95C082DBEF31ADDA"/>
          </w:pPr>
          <w:r w:rsidRPr="00885747">
            <w:rPr>
              <w:rStyle w:val="Textedelespacerserv"/>
            </w:rPr>
            <w:t>[Catégorie ]</w:t>
          </w:r>
        </w:p>
      </w:docPartBody>
    </w:docPart>
    <w:docPart>
      <w:docPartPr>
        <w:name w:val="AB60250240B0445DAE4BE5D6DF46E3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EE8C57B-8DAF-4359-AC96-19D2CA99ACC3}"/>
      </w:docPartPr>
      <w:docPartBody>
        <w:p w:rsidR="00877D49" w:rsidRDefault="00877D49" w:rsidP="00877D49">
          <w:pPr>
            <w:pStyle w:val="AB60250240B0445DAE4BE5D6DF46E33F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88"/>
              <w:szCs w:val="88"/>
            </w:rPr>
            <w:t>[Titre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rlow">
    <w:charset w:val="00"/>
    <w:family w:val="auto"/>
    <w:pitch w:val="variable"/>
    <w:sig w:usb0="20000007" w:usb1="00000000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rlow Black">
    <w:charset w:val="00"/>
    <w:family w:val="auto"/>
    <w:pitch w:val="variable"/>
    <w:sig w:usb0="20000007" w:usb1="00000000" w:usb2="00000000" w:usb3="00000000" w:csb0="000001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n José">
    <w:altName w:val="Calibri"/>
    <w:panose1 w:val="00000000000000000000"/>
    <w:charset w:val="00"/>
    <w:family w:val="modern"/>
    <w:notTrueType/>
    <w:pitch w:val="variable"/>
    <w:sig w:usb0="80000007" w:usb1="1000004A" w:usb2="00000000" w:usb3="00000000" w:csb0="00000001" w:csb1="00000000"/>
  </w:font>
  <w:font w:name="Barlow ExtraBold">
    <w:panose1 w:val="00000900000000000000"/>
    <w:charset w:val="00"/>
    <w:family w:val="auto"/>
    <w:pitch w:val="variable"/>
    <w:sig w:usb0="20000007" w:usb1="00000000" w:usb2="00000000" w:usb3="00000000" w:csb0="00000193" w:csb1="00000000"/>
  </w:font>
  <w:font w:name="Barlow Light">
    <w:charset w:val="00"/>
    <w:family w:val="auto"/>
    <w:pitch w:val="variable"/>
    <w:sig w:usb0="20000007" w:usb1="00000000" w:usb2="00000000" w:usb3="00000000" w:csb0="00000193" w:csb1="00000000"/>
  </w:font>
  <w:font w:name="Barlow regular">
    <w:panose1 w:val="00000000000000000000"/>
    <w:charset w:val="00"/>
    <w:family w:val="roman"/>
    <w:notTrueType/>
    <w:pitch w:val="default"/>
  </w:font>
  <w:font w:name="Barlow 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8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933"/>
    <w:rsid w:val="00087933"/>
    <w:rsid w:val="002069BC"/>
    <w:rsid w:val="00786BA3"/>
    <w:rsid w:val="00877D49"/>
    <w:rsid w:val="00A25259"/>
    <w:rsid w:val="00B25CF2"/>
    <w:rsid w:val="00B77608"/>
    <w:rsid w:val="00C5214B"/>
    <w:rsid w:val="00C77664"/>
    <w:rsid w:val="00CE2089"/>
    <w:rsid w:val="00EB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87933"/>
    <w:rPr>
      <w:color w:val="808080"/>
    </w:rPr>
  </w:style>
  <w:style w:type="paragraph" w:customStyle="1" w:styleId="856236D390E441AC9B575C6A7B7519F2">
    <w:name w:val="856236D390E441AC9B575C6A7B7519F2"/>
  </w:style>
  <w:style w:type="paragraph" w:customStyle="1" w:styleId="4E0D79868C804F83B843AB2FAD0190D2">
    <w:name w:val="4E0D79868C804F83B843AB2FAD0190D2"/>
    <w:rsid w:val="00087933"/>
  </w:style>
  <w:style w:type="paragraph" w:customStyle="1" w:styleId="AB60250240B0445DAE4BE5D6DF46E33F">
    <w:name w:val="AB60250240B0445DAE4BE5D6DF46E33F"/>
    <w:rsid w:val="00877D49"/>
  </w:style>
  <w:style w:type="paragraph" w:customStyle="1" w:styleId="1C804888C4D245DD95C082DBEF31ADDA">
    <w:name w:val="1C804888C4D245DD95C082DBEF31ADDA"/>
    <w:rsid w:val="000879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FNE">
      <a:dk1>
        <a:srgbClr val="000000"/>
      </a:dk1>
      <a:lt1>
        <a:srgbClr val="FFFFFF"/>
      </a:lt1>
      <a:dk2>
        <a:srgbClr val="C90C0F"/>
      </a:dk2>
      <a:lt2>
        <a:srgbClr val="F7EFE9"/>
      </a:lt2>
      <a:accent1>
        <a:srgbClr val="C90C0F"/>
      </a:accent1>
      <a:accent2>
        <a:srgbClr val="FFED1D"/>
      </a:accent2>
      <a:accent3>
        <a:srgbClr val="A5A5A5"/>
      </a:accent3>
      <a:accent4>
        <a:srgbClr val="FFC000"/>
      </a:accent4>
      <a:accent5>
        <a:srgbClr val="208AC9"/>
      </a:accent5>
      <a:accent6>
        <a:srgbClr val="014E7D"/>
      </a:accent6>
      <a:hlink>
        <a:srgbClr val="C90C0F"/>
      </a:hlink>
      <a:folHlink>
        <a:srgbClr val="96080B"/>
      </a:folHlink>
    </a:clrScheme>
    <a:fontScheme name="FNE">
      <a:majorFont>
        <a:latin typeface="Don José"/>
        <a:ea typeface=""/>
        <a:cs typeface=""/>
      </a:majorFont>
      <a:minorFont>
        <a:latin typeface="Barlow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b6ca00-f025-4317-8157-59eddab7d8c9" xsi:nil="true"/>
    <lcf76f155ced4ddcb4097134ff3c332f xmlns="4208962d-ee1d-4e17-9735-fe9a20b63a6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DBF2400EDA2040942E1AF8A636F3DA" ma:contentTypeVersion="12" ma:contentTypeDescription="Crée un document." ma:contentTypeScope="" ma:versionID="79f7c6e3cee1e040cf709909a363e4cf">
  <xsd:schema xmlns:xsd="http://www.w3.org/2001/XMLSchema" xmlns:xs="http://www.w3.org/2001/XMLSchema" xmlns:p="http://schemas.microsoft.com/office/2006/metadata/properties" xmlns:ns2="4208962d-ee1d-4e17-9735-fe9a20b63a62" xmlns:ns3="dfb6ca00-f025-4317-8157-59eddab7d8c9" targetNamespace="http://schemas.microsoft.com/office/2006/metadata/properties" ma:root="true" ma:fieldsID="f0fcd27298e9f3f6e7e22634b49db3a5" ns2:_="" ns3:_="">
    <xsd:import namespace="4208962d-ee1d-4e17-9735-fe9a20b63a62"/>
    <xsd:import namespace="dfb6ca00-f025-4317-8157-59eddab7d8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08962d-ee1d-4e17-9735-fe9a20b63a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5f1ee6f-fb84-4a6b-b3b2-9dd958cfdc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b6ca00-f025-4317-8157-59eddab7d8c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9426768-f94b-4142-9494-d53d0aa06ad5}" ma:internalName="TaxCatchAll" ma:showField="CatchAllData" ma:web="dfb6ca00-f025-4317-8157-59eddab7d8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69640B-4C3A-425D-A91C-678DBE7E1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61B86C-DFBB-4095-8C60-523AEFAE4E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FE4237-AE7A-448A-ABD0-DB80BE4F0479}">
  <ds:schemaRefs>
    <ds:schemaRef ds:uri="http://schemas.microsoft.com/office/2006/metadata/properties"/>
    <ds:schemaRef ds:uri="http://schemas.microsoft.com/office/infopath/2007/PartnerControls"/>
    <ds:schemaRef ds:uri="dfb6ca00-f025-4317-8157-59eddab7d8c9"/>
    <ds:schemaRef ds:uri="4208962d-ee1d-4e17-9735-fe9a20b63a62"/>
  </ds:schemaRefs>
</ds:datastoreItem>
</file>

<file path=customXml/itemProps4.xml><?xml version="1.0" encoding="utf-8"?>
<ds:datastoreItem xmlns:ds="http://schemas.openxmlformats.org/officeDocument/2006/customXml" ds:itemID="{132C79A4-CFEC-4430-BF95-C8A4573AA1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08962d-ee1d-4e17-9735-fe9a20b63a62"/>
    <ds:schemaRef ds:uri="dfb6ca00-f025-4317-8157-59eddab7d8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Modèle-Brief-créatif</Template>
  <TotalTime>304</TotalTime>
  <Pages>5</Pages>
  <Words>304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FORMULAIRE DE CANDIDATURE</vt:lpstr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DE CANDIDATURE</dc:title>
  <dc:subject/>
  <dc:creator>CartoVégétation</dc:creator>
  <cp:keywords/>
  <dc:description/>
  <cp:lastModifiedBy>CartoVégétation</cp:lastModifiedBy>
  <cp:revision>13</cp:revision>
  <cp:lastPrinted>2025-02-12T08:26:00Z</cp:lastPrinted>
  <dcterms:created xsi:type="dcterms:W3CDTF">2025-02-10T15:59:00Z</dcterms:created>
  <dcterms:modified xsi:type="dcterms:W3CDTF">2025-02-20T15:09:00Z</dcterms:modified>
  <cp:category>Formulaire de candidature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0x0101008DDBF2400EDA2040942E1AF8A636F3DA</vt:lpwstr>
  </property>
  <property fmtid="{D5CDD505-2E9C-101B-9397-08002B2CF9AE}" pid="3" name="Order">
    <vt:r8>225200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